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346109EA" w:rsidR="00BB49A4" w:rsidRPr="004713E2" w:rsidRDefault="00BB49A4" w:rsidP="00FD69D2">
      <w:pPr>
        <w:tabs>
          <w:tab w:val="left" w:pos="7740"/>
        </w:tabs>
        <w:spacing w:line="300" w:lineRule="auto"/>
        <w:rPr>
          <w:rFonts w:ascii="Arial" w:hAnsi="Arial" w:cs="Arial"/>
          <w:color w:val="000000"/>
          <w:sz w:val="22"/>
          <w:szCs w:val="22"/>
          <w:lang w:val="en-US"/>
        </w:rPr>
      </w:pPr>
      <w:r w:rsidRPr="004713E2">
        <w:rPr>
          <w:rFonts w:ascii="Arial" w:hAnsi="Arial" w:cs="Arial"/>
          <w:color w:val="000000"/>
          <w:sz w:val="22"/>
          <w:szCs w:val="22"/>
          <w:lang w:val="en-US"/>
        </w:rPr>
        <w:t>Markgröningen, 15.07.2019</w:t>
      </w:r>
    </w:p>
    <w:p w14:paraId="47F9A45D" w14:textId="2BFD9DAB" w:rsidR="009A7549" w:rsidRPr="004713E2" w:rsidRDefault="00BF6B0B" w:rsidP="00FD69D2">
      <w:pPr>
        <w:spacing w:line="300" w:lineRule="auto"/>
        <w:rPr>
          <w:rFonts w:ascii="Arial" w:hAnsi="Arial" w:cs="Arial"/>
          <w:color w:val="000000" w:themeColor="text1"/>
          <w:sz w:val="28"/>
          <w:szCs w:val="28"/>
          <w:lang w:val="en-US"/>
        </w:rPr>
      </w:pPr>
      <w:r w:rsidRPr="004713E2">
        <w:rPr>
          <w:rFonts w:ascii="Arial" w:hAnsi="Arial" w:cs="Arial"/>
          <w:b/>
          <w:bCs/>
          <w:color w:val="000000" w:themeColor="text1"/>
          <w:sz w:val="28"/>
          <w:szCs w:val="28"/>
          <w:lang w:val="en-US"/>
        </w:rPr>
        <w:br/>
        <w:t>Flexible clamping unit designing - with new norelem products</w:t>
      </w:r>
    </w:p>
    <w:p w14:paraId="598DDD24" w14:textId="50AC7F13" w:rsidR="00A80423" w:rsidRPr="004713E2" w:rsidRDefault="00E7795D" w:rsidP="00A80423">
      <w:pPr>
        <w:spacing w:line="300" w:lineRule="auto"/>
        <w:rPr>
          <w:rFonts w:ascii="Arial" w:hAnsi="Arial" w:cs="Arial"/>
          <w:color w:val="000000" w:themeColor="text1"/>
          <w:sz w:val="22"/>
          <w:szCs w:val="22"/>
          <w:u w:val="single"/>
          <w:lang w:val="en-US"/>
        </w:rPr>
      </w:pPr>
      <w:r w:rsidRPr="004713E2">
        <w:rPr>
          <w:rFonts w:ascii="Arial" w:hAnsi="Arial" w:cs="Arial"/>
          <w:color w:val="000000" w:themeColor="text1"/>
          <w:sz w:val="22"/>
          <w:szCs w:val="22"/>
          <w:u w:val="single"/>
          <w:lang w:val="en-US"/>
        </w:rPr>
        <w:t>All from one source: Components fro tensioning belt and chain drives</w:t>
      </w:r>
    </w:p>
    <w:p w14:paraId="1C3E641E" w14:textId="77777777" w:rsidR="00480D46" w:rsidRPr="004713E2" w:rsidRDefault="00480D46" w:rsidP="00480D46">
      <w:pPr>
        <w:spacing w:line="300" w:lineRule="auto"/>
        <w:rPr>
          <w:rFonts w:ascii="Arial" w:hAnsi="Arial" w:cs="Arial"/>
          <w:color w:val="000000"/>
          <w:sz w:val="22"/>
          <w:szCs w:val="22"/>
          <w:lang w:val="en-US"/>
        </w:rPr>
      </w:pPr>
    </w:p>
    <w:p w14:paraId="5319B9D1" w14:textId="7801B22F" w:rsidR="00A30225" w:rsidRPr="004713E2" w:rsidRDefault="001B317D" w:rsidP="00332C37">
      <w:pPr>
        <w:spacing w:line="300" w:lineRule="auto"/>
        <w:rPr>
          <w:rFonts w:ascii="Arial" w:hAnsi="Arial" w:cs="Arial"/>
          <w:b/>
          <w:color w:val="000000"/>
          <w:sz w:val="22"/>
          <w:szCs w:val="22"/>
          <w:lang w:val="en-US"/>
        </w:rPr>
      </w:pPr>
      <w:r w:rsidRPr="004713E2">
        <w:rPr>
          <w:rFonts w:ascii="Arial" w:hAnsi="Arial" w:cs="Arial"/>
          <w:b/>
          <w:color w:val="000000"/>
          <w:sz w:val="22"/>
          <w:szCs w:val="22"/>
          <w:lang w:val="en-US"/>
        </w:rPr>
        <w:t>With belt or chain drives, individually adapted tensioning devices enable length compensation and thus ensure economical, quiet and low-vibration operation. Designers can put together tailor-made tensioning solutions with the new, coordinated clamping elements, chain tensioners, sprocket sets and tension pulleys from the norelem range.</w:t>
      </w:r>
    </w:p>
    <w:p w14:paraId="09FF9C83" w14:textId="77777777" w:rsidR="001B317D" w:rsidRPr="004713E2" w:rsidRDefault="001B317D" w:rsidP="000B168F">
      <w:pPr>
        <w:spacing w:line="300" w:lineRule="auto"/>
        <w:rPr>
          <w:rFonts w:ascii="Arial" w:hAnsi="Arial" w:cs="Arial"/>
          <w:b/>
          <w:color w:val="000000"/>
          <w:sz w:val="22"/>
          <w:szCs w:val="22"/>
          <w:lang w:val="en-US"/>
        </w:rPr>
      </w:pPr>
    </w:p>
    <w:p w14:paraId="0F87E225" w14:textId="6FA228C0" w:rsidR="000B168F" w:rsidRPr="004713E2" w:rsidRDefault="001B317D" w:rsidP="000B168F">
      <w:pPr>
        <w:spacing w:line="300" w:lineRule="auto"/>
        <w:rPr>
          <w:rFonts w:ascii="Arial" w:hAnsi="Arial" w:cs="Arial"/>
          <w:color w:val="000000"/>
          <w:sz w:val="22"/>
          <w:szCs w:val="22"/>
          <w:lang w:val="en-US"/>
        </w:rPr>
      </w:pPr>
      <w:r w:rsidRPr="004713E2">
        <w:rPr>
          <w:rFonts w:ascii="Arial" w:hAnsi="Arial" w:cs="Arial"/>
          <w:color w:val="000000"/>
          <w:sz w:val="22"/>
          <w:szCs w:val="22"/>
          <w:lang w:val="en-US"/>
        </w:rPr>
        <w:t xml:space="preserve">The basis of every unit is the clamping element: These have multifunctional spring bodies made of highly elastic and dimensionally stable natural rubber, which both cushion and support as well as tension and dampen. The clamping elements are absolutely maintenance-free, tear-off proof and have a high chemical resistance. </w:t>
      </w:r>
      <w:r w:rsidRPr="004713E2">
        <w:rPr>
          <w:rFonts w:ascii="Arial" w:hAnsi="Arial" w:cs="Arial"/>
          <w:sz w:val="22"/>
          <w:szCs w:val="22"/>
          <w:lang w:val="en-US"/>
        </w:rPr>
        <w:t>The universal clamping elements are available in the versions steel</w:t>
      </w:r>
      <w:r w:rsidRPr="004713E2">
        <w:rPr>
          <w:rFonts w:ascii="Arial" w:hAnsi="Arial" w:cs="Arial"/>
          <w:color w:val="000000"/>
          <w:sz w:val="22"/>
          <w:szCs w:val="22"/>
          <w:lang w:val="en-US"/>
        </w:rPr>
        <w:t xml:space="preserve"> and stainless steel, with front fastening in the steel version – these types are a good choice when mounting from the rear is not possible. </w:t>
      </w:r>
    </w:p>
    <w:p w14:paraId="6AFB5A43" w14:textId="77777777" w:rsidR="000B168F" w:rsidRPr="004713E2" w:rsidRDefault="000B168F" w:rsidP="000B168F">
      <w:pPr>
        <w:spacing w:line="300" w:lineRule="auto"/>
        <w:rPr>
          <w:rFonts w:ascii="Arial" w:hAnsi="Arial" w:cs="Arial"/>
          <w:color w:val="000000"/>
          <w:sz w:val="22"/>
          <w:szCs w:val="22"/>
          <w:lang w:val="en-US"/>
        </w:rPr>
      </w:pPr>
    </w:p>
    <w:p w14:paraId="47C2BEB7" w14:textId="37925D02" w:rsidR="000B168F" w:rsidRPr="004713E2" w:rsidRDefault="00C20F8B" w:rsidP="000B168F">
      <w:pPr>
        <w:spacing w:line="300" w:lineRule="auto"/>
        <w:rPr>
          <w:rFonts w:ascii="Arial" w:hAnsi="Arial" w:cs="Arial"/>
          <w:color w:val="000000"/>
          <w:sz w:val="22"/>
          <w:szCs w:val="22"/>
          <w:lang w:val="en-US"/>
        </w:rPr>
      </w:pPr>
      <w:r w:rsidRPr="004713E2">
        <w:rPr>
          <w:rFonts w:ascii="Arial" w:hAnsi="Arial" w:cs="Arial"/>
          <w:color w:val="000000"/>
          <w:sz w:val="22"/>
          <w:szCs w:val="22"/>
          <w:lang w:val="en-US"/>
        </w:rPr>
        <w:t>When combined with a set of sprockets, chain tensioner or a tension pulley, the clamping element is a ready-to-install clamping fixture for chain and belt drives. All of these components are now available from norelem in various sizes and types.</w:t>
      </w:r>
    </w:p>
    <w:p w14:paraId="607E8FE3" w14:textId="77777777" w:rsidR="0037059D" w:rsidRPr="004713E2" w:rsidRDefault="0037059D" w:rsidP="000B168F">
      <w:pPr>
        <w:spacing w:line="300" w:lineRule="auto"/>
        <w:rPr>
          <w:rFonts w:ascii="Arial" w:hAnsi="Arial" w:cs="Arial"/>
          <w:color w:val="000000"/>
          <w:sz w:val="22"/>
          <w:szCs w:val="22"/>
          <w:lang w:val="en-US"/>
        </w:rPr>
      </w:pPr>
    </w:p>
    <w:p w14:paraId="539C33D7" w14:textId="6DD2D1B4" w:rsidR="000B168F" w:rsidRPr="004713E2" w:rsidRDefault="000B168F" w:rsidP="000B168F">
      <w:pPr>
        <w:spacing w:line="300" w:lineRule="auto"/>
        <w:rPr>
          <w:rFonts w:ascii="Arial" w:hAnsi="Arial" w:cs="Arial"/>
          <w:color w:val="000000"/>
          <w:sz w:val="22"/>
          <w:szCs w:val="22"/>
          <w:lang w:val="en-US"/>
        </w:rPr>
      </w:pPr>
      <w:r w:rsidRPr="004713E2">
        <w:rPr>
          <w:rFonts w:ascii="Arial" w:hAnsi="Arial" w:cs="Arial"/>
          <w:color w:val="000000"/>
          <w:sz w:val="22"/>
          <w:szCs w:val="22"/>
          <w:lang w:val="en-US"/>
        </w:rPr>
        <w:t xml:space="preserve">Roller chains can be tensioned using the sprocket wheel set. The ball bearings of this component are sealed both sides and, due to lifetime lubrication maintenance-free. The sprocket can be moved on the screw and thereby adapted to the chain track. In the duplex and triplex versions, precise spacer sleeves ensure that the chain has correct guidance. </w:t>
      </w:r>
    </w:p>
    <w:p w14:paraId="2A7D9832" w14:textId="77777777" w:rsidR="000B168F" w:rsidRPr="004713E2" w:rsidRDefault="000B168F" w:rsidP="000B168F">
      <w:pPr>
        <w:spacing w:line="300" w:lineRule="auto"/>
        <w:rPr>
          <w:rFonts w:ascii="Arial" w:hAnsi="Arial" w:cs="Arial"/>
          <w:color w:val="000000"/>
          <w:sz w:val="22"/>
          <w:szCs w:val="22"/>
          <w:lang w:val="en-US"/>
        </w:rPr>
      </w:pPr>
    </w:p>
    <w:p w14:paraId="2F448EE1" w14:textId="3B9682E3" w:rsidR="000B168F" w:rsidRPr="004713E2" w:rsidRDefault="000B168F" w:rsidP="000B168F">
      <w:pPr>
        <w:spacing w:line="300" w:lineRule="auto"/>
        <w:rPr>
          <w:rFonts w:ascii="Arial" w:hAnsi="Arial" w:cs="Arial"/>
          <w:color w:val="000000"/>
          <w:sz w:val="22"/>
          <w:szCs w:val="22"/>
          <w:lang w:val="en-US"/>
        </w:rPr>
      </w:pPr>
      <w:r w:rsidRPr="004713E2">
        <w:rPr>
          <w:rFonts w:ascii="Arial" w:hAnsi="Arial" w:cs="Arial"/>
          <w:color w:val="000000"/>
          <w:sz w:val="22"/>
          <w:szCs w:val="22"/>
          <w:lang w:val="en-US"/>
        </w:rPr>
        <w:t xml:space="preserve">Chain tensioners are </w:t>
      </w:r>
      <w:r w:rsidRPr="004713E2">
        <w:rPr>
          <w:rFonts w:ascii="Arial" w:hAnsi="Arial" w:cs="Arial"/>
          <w:color w:val="000000" w:themeColor="text1"/>
          <w:sz w:val="22"/>
          <w:szCs w:val="22"/>
          <w:lang w:val="en-US"/>
        </w:rPr>
        <w:t>also for</w:t>
      </w:r>
      <w:r w:rsidRPr="004713E2">
        <w:rPr>
          <w:rFonts w:ascii="Arial" w:hAnsi="Arial" w:cs="Arial"/>
          <w:color w:val="000000"/>
          <w:sz w:val="22"/>
          <w:szCs w:val="22"/>
          <w:lang w:val="en-US"/>
        </w:rPr>
        <w:t xml:space="preserve"> tensioning the roller chains.  The symmetrical design permits use of both sides, while large radii ensure smooth running. The glider is made of the high-quality Vesconite® plastic, which does not require any lubrication.</w:t>
      </w:r>
    </w:p>
    <w:p w14:paraId="742A29F9" w14:textId="77777777" w:rsidR="000B168F" w:rsidRPr="004713E2" w:rsidRDefault="000B168F" w:rsidP="000B168F">
      <w:pPr>
        <w:spacing w:line="300" w:lineRule="auto"/>
        <w:rPr>
          <w:rFonts w:ascii="Arial" w:hAnsi="Arial" w:cs="Arial"/>
          <w:color w:val="000000"/>
          <w:sz w:val="22"/>
          <w:szCs w:val="22"/>
          <w:lang w:val="en-US"/>
        </w:rPr>
      </w:pPr>
    </w:p>
    <w:p w14:paraId="7782B4EB" w14:textId="0506D56B" w:rsidR="0037059D" w:rsidRPr="004713E2" w:rsidRDefault="001C0A02" w:rsidP="000B168F">
      <w:pPr>
        <w:spacing w:line="300" w:lineRule="auto"/>
        <w:rPr>
          <w:rFonts w:ascii="Arial" w:hAnsi="Arial" w:cs="Arial"/>
          <w:color w:val="000000"/>
          <w:sz w:val="22"/>
          <w:szCs w:val="22"/>
          <w:lang w:val="en-US"/>
        </w:rPr>
      </w:pPr>
      <w:r w:rsidRPr="004713E2">
        <w:rPr>
          <w:rFonts w:ascii="Arial" w:hAnsi="Arial" w:cs="Arial"/>
          <w:color w:val="000000"/>
          <w:sz w:val="22"/>
          <w:szCs w:val="22"/>
          <w:lang w:val="en-US"/>
        </w:rPr>
        <w:t xml:space="preserve">Flat and toothed belts can be tensioned on the outside or back of the belt using tension pulleys. They also have maintenance-free ball bearings. The tension pulleys can be mounted rigidly without a tension element. The components can also be used as deflection pulleys. </w:t>
      </w:r>
    </w:p>
    <w:p w14:paraId="6D22D39F" w14:textId="473F18C4" w:rsidR="009A7549" w:rsidRPr="004713E2" w:rsidRDefault="009A7549" w:rsidP="000B168F">
      <w:pPr>
        <w:spacing w:line="300" w:lineRule="auto"/>
        <w:rPr>
          <w:rFonts w:ascii="Arial" w:hAnsi="Arial" w:cs="Arial"/>
          <w:color w:val="000000"/>
          <w:sz w:val="22"/>
          <w:szCs w:val="22"/>
          <w:lang w:val="en-US"/>
        </w:rPr>
      </w:pPr>
    </w:p>
    <w:p w14:paraId="6C1D677B" w14:textId="6F63C685" w:rsidR="00351471" w:rsidRPr="004713E2" w:rsidRDefault="00F51214" w:rsidP="00FD69D2">
      <w:pPr>
        <w:spacing w:line="300" w:lineRule="auto"/>
        <w:rPr>
          <w:rFonts w:ascii="Arial" w:hAnsi="Arial" w:cs="Arial"/>
          <w:sz w:val="22"/>
          <w:szCs w:val="22"/>
          <w:lang w:val="en-US"/>
        </w:rPr>
      </w:pPr>
      <w:r w:rsidRPr="004713E2">
        <w:rPr>
          <w:rFonts w:ascii="Arial" w:hAnsi="Arial" w:cs="Arial"/>
          <w:sz w:val="22"/>
          <w:szCs w:val="22"/>
          <w:lang w:val="en-US"/>
        </w:rPr>
        <w:t>Ch</w:t>
      </w:r>
      <w:r w:rsidR="004713E2" w:rsidRPr="004713E2">
        <w:rPr>
          <w:rFonts w:ascii="Arial" w:hAnsi="Arial" w:cs="Arial"/>
          <w:sz w:val="22"/>
          <w:szCs w:val="22"/>
          <w:lang w:val="en-US"/>
        </w:rPr>
        <w:t>aracters including spaces: 2,112</w:t>
      </w:r>
    </w:p>
    <w:p w14:paraId="3F17C91A" w14:textId="77777777" w:rsidR="009A7549" w:rsidRPr="004713E2"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4713E2" w:rsidRDefault="00FD69D2" w:rsidP="00FD69D2">
      <w:pPr>
        <w:rPr>
          <w:rFonts w:ascii="Arial" w:hAnsi="Arial" w:cs="Arial"/>
          <w:lang w:val="en-US"/>
        </w:rPr>
      </w:pPr>
    </w:p>
    <w:p w14:paraId="7D2E6F77" w14:textId="77777777" w:rsidR="009F6BD9" w:rsidRPr="004713E2" w:rsidRDefault="009F6BD9" w:rsidP="00FD69D2">
      <w:pPr>
        <w:pStyle w:val="berschrift8"/>
        <w:spacing w:before="0" w:after="0" w:line="300" w:lineRule="auto"/>
        <w:rPr>
          <w:rFonts w:ascii="Arial" w:hAnsi="Arial" w:cs="Arial"/>
          <w:i w:val="0"/>
          <w:iCs w:val="0"/>
          <w:sz w:val="22"/>
          <w:szCs w:val="22"/>
          <w:lang w:val="en-US"/>
        </w:rPr>
      </w:pPr>
      <w:r w:rsidRPr="004713E2">
        <w:rPr>
          <w:rFonts w:ascii="Arial" w:hAnsi="Arial" w:cs="Arial"/>
          <w:i w:val="0"/>
          <w:iCs w:val="0"/>
          <w:sz w:val="22"/>
          <w:szCs w:val="22"/>
          <w:lang w:val="en-US"/>
        </w:rPr>
        <w:t>Brief profile of norelem Normelemente KG</w:t>
      </w:r>
    </w:p>
    <w:p w14:paraId="79771180" w14:textId="77777777" w:rsidR="00FD69D2" w:rsidRPr="004713E2" w:rsidRDefault="00FD69D2" w:rsidP="00FD69D2">
      <w:pPr>
        <w:spacing w:line="300" w:lineRule="auto"/>
        <w:rPr>
          <w:rFonts w:ascii="Arial" w:hAnsi="Arial" w:cs="Arial"/>
          <w:sz w:val="22"/>
          <w:szCs w:val="22"/>
          <w:lang w:val="en-US"/>
        </w:rPr>
      </w:pPr>
      <w:r w:rsidRPr="004713E2">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C3F7BCB" w:rsidR="00FD69D2" w:rsidRPr="004713E2" w:rsidRDefault="00FD69D2" w:rsidP="00FD69D2">
      <w:pPr>
        <w:spacing w:line="300" w:lineRule="auto"/>
        <w:rPr>
          <w:rFonts w:ascii="Arial" w:hAnsi="Arial" w:cs="Arial"/>
          <w:sz w:val="22"/>
          <w:szCs w:val="22"/>
          <w:lang w:val="en-US"/>
        </w:rPr>
      </w:pPr>
      <w:r w:rsidRPr="004713E2">
        <w:rPr>
          <w:rFonts w:ascii="Arial" w:hAnsi="Arial" w:cs="Arial"/>
          <w:sz w:val="22"/>
          <w:szCs w:val="22"/>
          <w:lang w:val="en-US"/>
        </w:rPr>
        <w:t>We support your project right from the start - with expert advice, a complete CAD database and fast delivery. For over 60 years norelem has been dynamically evolving, consistently amending our portfolio and continuously optimising the logistics.</w:t>
      </w:r>
    </w:p>
    <w:p w14:paraId="32E68C6E" w14:textId="77777777" w:rsidR="00FD69D2" w:rsidRPr="004713E2" w:rsidRDefault="00FD69D2" w:rsidP="00FD69D2">
      <w:pPr>
        <w:spacing w:line="300" w:lineRule="auto"/>
        <w:rPr>
          <w:rFonts w:ascii="Arial" w:hAnsi="Arial" w:cs="Arial"/>
          <w:sz w:val="22"/>
          <w:szCs w:val="22"/>
          <w:lang w:val="en-US"/>
        </w:rPr>
      </w:pPr>
    </w:p>
    <w:p w14:paraId="51A6297B" w14:textId="77777777" w:rsidR="001E1753" w:rsidRPr="004713E2" w:rsidRDefault="00FD69D2" w:rsidP="00FD69D2">
      <w:pPr>
        <w:spacing w:line="300" w:lineRule="auto"/>
        <w:rPr>
          <w:rFonts w:ascii="Arial" w:hAnsi="Arial" w:cs="Arial"/>
          <w:sz w:val="22"/>
          <w:szCs w:val="22"/>
          <w:lang w:val="en-US"/>
        </w:rPr>
      </w:pPr>
      <w:r w:rsidRPr="004713E2">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4713E2" w:rsidRDefault="00FD69D2" w:rsidP="00FD69D2">
      <w:pPr>
        <w:spacing w:line="300" w:lineRule="auto"/>
        <w:rPr>
          <w:rFonts w:ascii="Arial" w:hAnsi="Arial" w:cs="Arial"/>
          <w:sz w:val="22"/>
          <w:szCs w:val="22"/>
          <w:lang w:val="en-US"/>
        </w:rPr>
      </w:pPr>
    </w:p>
    <w:p w14:paraId="7C8115F7" w14:textId="43AFDBE0"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4713E2">
        <w:rPr>
          <w:rFonts w:ascii="Arial" w:hAnsi="Arial" w:cs="Arial"/>
          <w:sz w:val="22"/>
          <w:szCs w:val="22"/>
        </w:rPr>
        <w:t>haracters including spaces: 707</w:t>
      </w:r>
      <w:bookmarkStart w:id="0" w:name="_GoBack"/>
      <w:bookmarkEnd w:id="0"/>
    </w:p>
    <w:p w14:paraId="765341FF" w14:textId="48E860D5" w:rsidR="00AC357F" w:rsidRPr="00D905BF" w:rsidRDefault="00AC357F" w:rsidP="00FD69D2">
      <w:pPr>
        <w:spacing w:line="300" w:lineRule="auto"/>
        <w:rPr>
          <w:rFonts w:ascii="Arial" w:hAnsi="Arial" w:cs="Arial"/>
          <w:b/>
          <w:bCs/>
          <w:iCs/>
          <w:color w:val="000000" w:themeColor="text1"/>
          <w:sz w:val="22"/>
          <w:szCs w:val="22"/>
        </w:rPr>
      </w:pPr>
    </w:p>
    <w:sectPr w:rsidR="00AC357F" w:rsidRPr="00D905BF"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B4E9E" w14:textId="77777777" w:rsidR="00D64A6A" w:rsidRDefault="00D64A6A">
      <w:r>
        <w:separator/>
      </w:r>
    </w:p>
  </w:endnote>
  <w:endnote w:type="continuationSeparator" w:id="0">
    <w:p w14:paraId="16A36838" w14:textId="77777777" w:rsidR="00D64A6A" w:rsidRDefault="00D6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64A6A">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CF713" w14:textId="77777777" w:rsidR="00D64A6A" w:rsidRDefault="00D64A6A">
      <w:r>
        <w:separator/>
      </w:r>
    </w:p>
  </w:footnote>
  <w:footnote w:type="continuationSeparator" w:id="0">
    <w:p w14:paraId="3AFE8D99" w14:textId="77777777" w:rsidR="00D64A6A" w:rsidRDefault="00D64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4713E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4713E2">
      <w:rPr>
        <w:rFonts w:ascii="Arial" w:hAnsi="Arial"/>
        <w:color w:val="000000"/>
        <w:sz w:val="20"/>
        <w:szCs w:val="20"/>
        <w:lang w:val="en-US"/>
      </w:rPr>
      <w:t>norelem LTD</w:t>
    </w:r>
    <w:r w:rsidRPr="004713E2">
      <w:rPr>
        <w:rFonts w:ascii="Arial" w:hAnsi="Arial"/>
        <w:color w:val="000000"/>
        <w:sz w:val="20"/>
        <w:szCs w:val="20"/>
        <w:lang w:val="en-US"/>
      </w:rPr>
      <w:br/>
      <w:t>Innovation Centre</w:t>
    </w:r>
  </w:p>
  <w:p w14:paraId="386EA44A" w14:textId="77777777" w:rsidR="00051877" w:rsidRPr="004713E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4713E2">
      <w:rPr>
        <w:rFonts w:ascii="Arial" w:hAnsi="Arial"/>
        <w:color w:val="000000"/>
        <w:sz w:val="20"/>
        <w:szCs w:val="20"/>
        <w:lang w:val="en-US"/>
      </w:rPr>
      <w:t>1 Devon Way</w:t>
    </w:r>
  </w:p>
  <w:p w14:paraId="07A18806" w14:textId="77777777" w:rsidR="00051877" w:rsidRPr="004713E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4713E2">
      <w:rPr>
        <w:rFonts w:ascii="Arial" w:hAnsi="Arial"/>
        <w:color w:val="000000"/>
        <w:sz w:val="20"/>
        <w:szCs w:val="20"/>
        <w:lang w:val="en-US"/>
      </w:rPr>
      <w:t>B31 2TS Birmingham</w:t>
    </w:r>
  </w:p>
  <w:p w14:paraId="5AEBF930" w14:textId="77777777" w:rsidR="00446BF8" w:rsidRPr="004713E2"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Pr="004713E2"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4713E2">
      <w:rPr>
        <w:rFonts w:ascii="Arial" w:hAnsi="Arial" w:cs="Arial"/>
        <w:sz w:val="20"/>
        <w:szCs w:val="20"/>
        <w:lang w:val="en-US"/>
      </w:rPr>
      <w:t>Tel.: +44 121 222 5321</w:t>
    </w:r>
  </w:p>
  <w:p w14:paraId="4D9E2422" w14:textId="77777777" w:rsidR="00B35511" w:rsidRPr="004713E2"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446BF8" w:rsidRPr="004713E2"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4713E2">
      <w:rPr>
        <w:rFonts w:ascii="Arial" w:hAnsi="Arial"/>
        <w:color w:val="000000"/>
        <w:sz w:val="20"/>
        <w:szCs w:val="20"/>
        <w:lang w:val="en-US"/>
      </w:rPr>
      <w:t>info@norelem.co.uk</w:t>
    </w:r>
  </w:p>
  <w:p w14:paraId="2BAD3029" w14:textId="77777777" w:rsidR="00446BF8" w:rsidRPr="004713E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4713E2">
      <w:rPr>
        <w:rFonts w:ascii="Arial" w:hAnsi="Arial"/>
        <w:color w:val="000000"/>
        <w:sz w:val="20"/>
        <w:szCs w:val="20"/>
        <w:lang w:val="en-US"/>
      </w:rPr>
      <w:t>www.norelem.co.uk</w:t>
    </w:r>
  </w:p>
  <w:p w14:paraId="2E1D551C" w14:textId="77777777" w:rsidR="00446BF8" w:rsidRPr="004713E2" w:rsidRDefault="00446BF8" w:rsidP="00051877">
    <w:pPr>
      <w:framePr w:w="3561" w:h="3890" w:wrap="around" w:vAnchor="page" w:hAnchor="page" w:x="802" w:y="3785" w:anchorLock="1"/>
      <w:spacing w:line="280" w:lineRule="exact"/>
      <w:rPr>
        <w:rFonts w:ascii="Arial" w:hAnsi="Arial"/>
        <w:sz w:val="20"/>
        <w:szCs w:val="20"/>
        <w:lang w:val="en-US"/>
      </w:rPr>
    </w:pPr>
  </w:p>
  <w:p w14:paraId="3656E033" w14:textId="01B731DF" w:rsidR="00446BF8" w:rsidRPr="004713E2"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3E2">
      <w:rPr>
        <w:rFonts w:ascii="Arial" w:hAnsi="Arial" w:cs="Arial"/>
        <w:b/>
        <w:color w:val="000000"/>
        <w:sz w:val="28"/>
        <w:szCs w:val="28"/>
        <w:lang w:val="en-US"/>
      </w:rPr>
      <w:t>Press release</w:t>
    </w:r>
    <w:r w:rsidRPr="004713E2">
      <w:rPr>
        <w:rFonts w:ascii="Arial" w:hAnsi="Arial" w:cs="Arial"/>
        <w:b/>
        <w:color w:val="000000"/>
        <w:sz w:val="28"/>
        <w:szCs w:val="28"/>
        <w:lang w:val="en-US"/>
      </w:rPr>
      <w:tab/>
    </w:r>
    <w:r w:rsidRPr="004713E2">
      <w:rPr>
        <w:rFonts w:ascii="Arial" w:hAnsi="Arial" w:cs="Arial"/>
        <w:color w:val="000000"/>
        <w:lang w:val="en-US"/>
      </w:rPr>
      <w:t>July 2019</w:t>
    </w:r>
  </w:p>
  <w:p w14:paraId="3DE3D3E0" w14:textId="77777777" w:rsidR="00446BF8" w:rsidRPr="004713E2"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4713E2">
      <w:rPr>
        <w:b/>
        <w:noProof/>
        <w:sz w:val="28"/>
        <w:szCs w:val="28"/>
        <w:lang w:val="en-US"/>
      </w:rPr>
      <w:tab/>
    </w:r>
  </w:p>
  <w:p w14:paraId="68441FEC" w14:textId="77777777" w:rsidR="00446BF8" w:rsidRPr="004713E2"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D2C"/>
    <w:rsid w:val="001C5CDA"/>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34CEE"/>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4BD9"/>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1630"/>
    <w:rsid w:val="004621C0"/>
    <w:rsid w:val="00463049"/>
    <w:rsid w:val="004632C8"/>
    <w:rsid w:val="00463B55"/>
    <w:rsid w:val="004640BE"/>
    <w:rsid w:val="00465557"/>
    <w:rsid w:val="00467A1D"/>
    <w:rsid w:val="004713E2"/>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66A58"/>
    <w:rsid w:val="00773CE3"/>
    <w:rsid w:val="0077424E"/>
    <w:rsid w:val="00774909"/>
    <w:rsid w:val="00774AA1"/>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9572E"/>
    <w:rsid w:val="008A147F"/>
    <w:rsid w:val="008A41AB"/>
    <w:rsid w:val="008A465A"/>
    <w:rsid w:val="008A4A9E"/>
    <w:rsid w:val="008A563D"/>
    <w:rsid w:val="008A565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636F7"/>
    <w:rsid w:val="00D64243"/>
    <w:rsid w:val="00D64458"/>
    <w:rsid w:val="00D64A6A"/>
    <w:rsid w:val="00D6684A"/>
    <w:rsid w:val="00D70F7B"/>
    <w:rsid w:val="00D7176C"/>
    <w:rsid w:val="00D7351B"/>
    <w:rsid w:val="00D76DE9"/>
    <w:rsid w:val="00D80A3C"/>
    <w:rsid w:val="00D82AAD"/>
    <w:rsid w:val="00D8398A"/>
    <w:rsid w:val="00D85472"/>
    <w:rsid w:val="00D86A49"/>
    <w:rsid w:val="00D875DE"/>
    <w:rsid w:val="00D90341"/>
    <w:rsid w:val="00D905BF"/>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2226"/>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BAA03-12F7-412E-9071-FDE5C291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333743EB.dotm</Template>
  <TotalTime>0</TotalTime>
  <Pages>2</Pages>
  <Words>408</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2019-06-28T10:07:00Z</dcterms:created>
  <dcterms:modified xsi:type="dcterms:W3CDTF">2019-07-16T06:42:00Z</dcterms:modified>
</cp:coreProperties>
</file>