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2E31C" w14:textId="3A6FDAE0"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12/09/18</w:t>
      </w:r>
    </w:p>
    <w:p w14:paraId="1605CD8A" w14:textId="77777777" w:rsidR="00FF0447" w:rsidRDefault="00FF0447" w:rsidP="00FD69D2">
      <w:pPr>
        <w:spacing w:line="300" w:lineRule="auto"/>
        <w:rPr>
          <w:rFonts w:ascii="Arial" w:hAnsi="Arial" w:cs="Arial"/>
          <w:b/>
          <w:color w:val="000000"/>
          <w:sz w:val="28"/>
          <w:szCs w:val="28"/>
        </w:rPr>
      </w:pPr>
    </w:p>
    <w:p w14:paraId="4C6F9F7C" w14:textId="535E4F04" w:rsidR="009A7549" w:rsidRPr="00051877" w:rsidRDefault="00F95356" w:rsidP="00FD69D2">
      <w:pPr>
        <w:spacing w:line="300" w:lineRule="auto"/>
        <w:rPr>
          <w:rFonts w:ascii="Arial" w:hAnsi="Arial" w:cs="Arial"/>
          <w:color w:val="000000" w:themeColor="text1"/>
          <w:sz w:val="28"/>
          <w:szCs w:val="28"/>
        </w:rPr>
      </w:pPr>
      <w:r>
        <w:rPr>
          <w:rFonts w:ascii="Arial" w:hAnsi="Arial" w:cs="Arial"/>
          <w:b/>
          <w:bCs/>
          <w:color w:val="000000" w:themeColor="text1"/>
          <w:sz w:val="28"/>
          <w:szCs w:val="28"/>
        </w:rPr>
        <w:t xml:space="preserve">Nouveauté chez norelem : Billes de serrage aimantées </w:t>
      </w:r>
    </w:p>
    <w:p w14:paraId="71E1B536" w14:textId="559BAFDC" w:rsidR="00FF0447" w:rsidRDefault="008F5F33"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Pour un serrage rapide et flexible des composants dans la construction d'outils et de moules</w:t>
      </w:r>
    </w:p>
    <w:p w14:paraId="2BDDCFAF" w14:textId="7AF1C2A3" w:rsidR="00BC1947" w:rsidRPr="00051877" w:rsidRDefault="004222C6" w:rsidP="00FD69D2">
      <w:pPr>
        <w:spacing w:line="300" w:lineRule="auto"/>
        <w:rPr>
          <w:rFonts w:ascii="Arial" w:hAnsi="Arial" w:cs="Arial"/>
          <w:color w:val="000000" w:themeColor="text1"/>
          <w:sz w:val="22"/>
          <w:szCs w:val="22"/>
          <w:u w:val="single"/>
        </w:rPr>
      </w:pPr>
      <w:r w:rsidRPr="00051877">
        <w:rPr>
          <w:rFonts w:ascii="Arial" w:hAnsi="Arial" w:cs="Arial"/>
          <w:color w:val="000000" w:themeColor="text1"/>
          <w:sz w:val="22"/>
          <w:szCs w:val="22"/>
          <w:u w:val="single"/>
        </w:rPr>
        <w:t xml:space="preserve"> </w:t>
      </w:r>
    </w:p>
    <w:p w14:paraId="55912233" w14:textId="249B898D" w:rsidR="00F95356" w:rsidRPr="00F95356" w:rsidRDefault="00F95356" w:rsidP="00F95356">
      <w:pPr>
        <w:spacing w:line="300" w:lineRule="auto"/>
        <w:rPr>
          <w:rFonts w:ascii="Arial" w:hAnsi="Arial" w:cs="Arial"/>
          <w:b/>
          <w:sz w:val="22"/>
          <w:szCs w:val="22"/>
        </w:rPr>
      </w:pPr>
      <w:r>
        <w:rPr>
          <w:rFonts w:ascii="Arial" w:hAnsi="Arial" w:cs="Arial"/>
          <w:b/>
          <w:sz w:val="22"/>
          <w:szCs w:val="22"/>
        </w:rPr>
        <w:t xml:space="preserve">Les nouvelles billes de serrage aimantées de norelem permettent un positionnement et une fixation libres des pièces sur une surface importante. Elles facilitent un serrage et un desserrage rapides et ont entre autres fait leurs preuves dans la construction d'outils et de moules – notamment en ce qui concerne les tâches de polissage, de montage et de soudage au laser. </w:t>
      </w:r>
    </w:p>
    <w:p w14:paraId="3042B4D4" w14:textId="77777777" w:rsidR="00F95356" w:rsidRDefault="00F95356" w:rsidP="00F95356">
      <w:pPr>
        <w:spacing w:line="300" w:lineRule="auto"/>
        <w:rPr>
          <w:rFonts w:ascii="Arial" w:hAnsi="Arial" w:cs="Arial"/>
          <w:b/>
          <w:sz w:val="22"/>
          <w:szCs w:val="22"/>
        </w:rPr>
      </w:pPr>
    </w:p>
    <w:p w14:paraId="1EE7BE2F" w14:textId="194BE9AC" w:rsidR="008F5F33" w:rsidRDefault="00F95356" w:rsidP="00F95356">
      <w:pPr>
        <w:spacing w:line="300" w:lineRule="auto"/>
        <w:rPr>
          <w:rFonts w:ascii="Arial" w:hAnsi="Arial" w:cs="Arial"/>
          <w:sz w:val="22"/>
          <w:szCs w:val="22"/>
        </w:rPr>
      </w:pPr>
      <w:r>
        <w:rPr>
          <w:rFonts w:ascii="Arial" w:hAnsi="Arial" w:cs="Arial"/>
          <w:sz w:val="22"/>
          <w:szCs w:val="22"/>
        </w:rPr>
        <w:t xml:space="preserve">Les billes de serrage aimantées sont disponibles en quatre tailles différentes, avec des surfaces de contact au diamètre compris entre 80 et 160 mm. En fonction de la géométrie et du poids de la pièce, elles peuvent être inclinées jusqu'à 90° ; les pièces peuvent ainsi être placées dans une position d'usinage optimale. </w:t>
      </w:r>
    </w:p>
    <w:p w14:paraId="7DE71971" w14:textId="77777777" w:rsidR="008F5F33" w:rsidRDefault="008F5F33" w:rsidP="00F95356">
      <w:pPr>
        <w:spacing w:line="300" w:lineRule="auto"/>
        <w:rPr>
          <w:rFonts w:ascii="Arial" w:hAnsi="Arial" w:cs="Arial"/>
          <w:sz w:val="22"/>
          <w:szCs w:val="22"/>
        </w:rPr>
      </w:pPr>
    </w:p>
    <w:p w14:paraId="3FF043FB" w14:textId="23533B7D" w:rsidR="00F95356" w:rsidRPr="00E56470" w:rsidRDefault="00F95356" w:rsidP="00F95356">
      <w:pPr>
        <w:spacing w:line="300" w:lineRule="auto"/>
        <w:rPr>
          <w:rFonts w:ascii="Arial" w:hAnsi="Arial" w:cs="Arial"/>
          <w:sz w:val="22"/>
          <w:szCs w:val="22"/>
          <w:lang w:val="en-US"/>
        </w:rPr>
      </w:pPr>
      <w:r>
        <w:rPr>
          <w:rFonts w:ascii="Arial" w:hAnsi="Arial" w:cs="Arial"/>
          <w:sz w:val="22"/>
          <w:szCs w:val="22"/>
        </w:rPr>
        <w:t xml:space="preserve">Le serrage s'effectue quant à lui à l'aide d'un aimant permanent avec une adhérence pouvant atteindre 100 N/cm², qui peut être activé avec une clé Allen. </w:t>
      </w:r>
      <w:r w:rsidRPr="00E56470">
        <w:rPr>
          <w:rFonts w:ascii="Arial" w:hAnsi="Arial" w:cs="Arial"/>
          <w:sz w:val="22"/>
          <w:szCs w:val="22"/>
          <w:lang w:val="en-US"/>
        </w:rPr>
        <w:t xml:space="preserve">Lorsque l'utilisateur fait pivoter la clé à 120°, la surface de contact aimantée déploie toute </w:t>
      </w:r>
      <w:proofErr w:type="gramStart"/>
      <w:r w:rsidRPr="00E56470">
        <w:rPr>
          <w:rFonts w:ascii="Arial" w:hAnsi="Arial" w:cs="Arial"/>
          <w:sz w:val="22"/>
          <w:szCs w:val="22"/>
          <w:lang w:val="en-US"/>
        </w:rPr>
        <w:t>sa</w:t>
      </w:r>
      <w:proofErr w:type="gramEnd"/>
      <w:r w:rsidRPr="00E56470">
        <w:rPr>
          <w:rFonts w:ascii="Arial" w:hAnsi="Arial" w:cs="Arial"/>
          <w:sz w:val="22"/>
          <w:szCs w:val="22"/>
          <w:lang w:val="en-US"/>
        </w:rPr>
        <w:t xml:space="preserve"> puissance. Pour </w:t>
      </w:r>
      <w:proofErr w:type="gramStart"/>
      <w:r w:rsidRPr="00E56470">
        <w:rPr>
          <w:rFonts w:ascii="Arial" w:hAnsi="Arial" w:cs="Arial"/>
          <w:sz w:val="22"/>
          <w:szCs w:val="22"/>
          <w:lang w:val="en-US"/>
        </w:rPr>
        <w:t>un</w:t>
      </w:r>
      <w:proofErr w:type="gramEnd"/>
      <w:r w:rsidRPr="00E56470">
        <w:rPr>
          <w:rFonts w:ascii="Arial" w:hAnsi="Arial" w:cs="Arial"/>
          <w:sz w:val="22"/>
          <w:szCs w:val="22"/>
          <w:lang w:val="en-US"/>
        </w:rPr>
        <w:t xml:space="preserve"> positionnement flexible de la pièce, une magnétisation partielle de l'aimant est également possible. </w:t>
      </w:r>
    </w:p>
    <w:p w14:paraId="4B802AD1" w14:textId="77777777" w:rsidR="008F5F33" w:rsidRPr="00E56470" w:rsidRDefault="008F5F33" w:rsidP="00F95356">
      <w:pPr>
        <w:spacing w:line="300" w:lineRule="auto"/>
        <w:rPr>
          <w:rFonts w:ascii="Arial" w:hAnsi="Arial" w:cs="Arial"/>
          <w:sz w:val="22"/>
          <w:szCs w:val="22"/>
          <w:lang w:val="en-US"/>
        </w:rPr>
      </w:pPr>
    </w:p>
    <w:p w14:paraId="7F6CD836" w14:textId="5420DBC6" w:rsidR="00F95356" w:rsidRPr="00E56470" w:rsidRDefault="00D17BAE" w:rsidP="00F95356">
      <w:pPr>
        <w:spacing w:line="300" w:lineRule="auto"/>
        <w:rPr>
          <w:rFonts w:ascii="Arial" w:hAnsi="Arial" w:cs="Arial"/>
          <w:sz w:val="22"/>
          <w:szCs w:val="22"/>
          <w:lang w:val="en-US"/>
        </w:rPr>
      </w:pPr>
      <w:r w:rsidRPr="00E56470">
        <w:rPr>
          <w:rFonts w:ascii="Arial" w:hAnsi="Arial" w:cs="Arial"/>
          <w:sz w:val="22"/>
          <w:szCs w:val="22"/>
          <w:lang w:val="en-US"/>
        </w:rPr>
        <w:t>Les nouvelles billes aimantées de norelem sont d'une qualité particulièrement élevée. La surface de contact est dotée d'un pas polaire fin de 1</w:t>
      </w:r>
      <w:proofErr w:type="gramStart"/>
      <w:r w:rsidRPr="00E56470">
        <w:rPr>
          <w:rFonts w:ascii="Arial" w:hAnsi="Arial" w:cs="Arial"/>
          <w:sz w:val="22"/>
          <w:szCs w:val="22"/>
          <w:lang w:val="en-US"/>
        </w:rPr>
        <w:t>,5</w:t>
      </w:r>
      <w:proofErr w:type="gramEnd"/>
      <w:r w:rsidRPr="00E56470">
        <w:rPr>
          <w:rFonts w:ascii="Arial" w:hAnsi="Arial" w:cs="Arial"/>
          <w:sz w:val="22"/>
          <w:szCs w:val="22"/>
          <w:lang w:val="en-US"/>
        </w:rPr>
        <w:t xml:space="preserve"> mm et est insérée dans une bille en aluminium anodisée. La bille se trouve quant à elle dans </w:t>
      </w:r>
      <w:proofErr w:type="gramStart"/>
      <w:r w:rsidRPr="00E56470">
        <w:rPr>
          <w:rFonts w:ascii="Arial" w:hAnsi="Arial" w:cs="Arial"/>
          <w:sz w:val="22"/>
          <w:szCs w:val="22"/>
          <w:lang w:val="en-US"/>
        </w:rPr>
        <w:t>un</w:t>
      </w:r>
      <w:proofErr w:type="gramEnd"/>
      <w:r w:rsidRPr="00E56470">
        <w:rPr>
          <w:rFonts w:ascii="Arial" w:hAnsi="Arial" w:cs="Arial"/>
          <w:sz w:val="22"/>
          <w:szCs w:val="22"/>
          <w:lang w:val="en-US"/>
        </w:rPr>
        <w:t xml:space="preserve"> anneau en acier nickelé chimiquement et revêtu de cuir, et est maintenue en position grâce à un effet </w:t>
      </w:r>
      <w:r w:rsidRPr="00E56470">
        <w:rPr>
          <w:i/>
          <w:iCs/>
          <w:lang w:val="en-US"/>
        </w:rPr>
        <w:t>stick-slip</w:t>
      </w:r>
      <w:r w:rsidRPr="00E56470">
        <w:rPr>
          <w:rFonts w:ascii="Arial" w:hAnsi="Arial" w:cs="Arial"/>
          <w:sz w:val="22"/>
          <w:szCs w:val="22"/>
          <w:lang w:val="en-US"/>
        </w:rPr>
        <w:t>.</w:t>
      </w:r>
    </w:p>
    <w:p w14:paraId="157B4618" w14:textId="11F5D7DF" w:rsidR="0070355E" w:rsidRPr="00E56470" w:rsidRDefault="0070355E" w:rsidP="00C507DA">
      <w:pPr>
        <w:spacing w:line="300" w:lineRule="auto"/>
        <w:rPr>
          <w:rFonts w:ascii="Arial" w:hAnsi="Arial" w:cs="Arial"/>
          <w:sz w:val="22"/>
          <w:szCs w:val="22"/>
          <w:lang w:val="en-US"/>
        </w:rPr>
      </w:pPr>
    </w:p>
    <w:p w14:paraId="353CB8B2" w14:textId="5301506B" w:rsidR="00351471" w:rsidRPr="00E56470" w:rsidRDefault="00F51214" w:rsidP="00FD69D2">
      <w:pPr>
        <w:spacing w:line="300" w:lineRule="auto"/>
        <w:rPr>
          <w:rFonts w:ascii="Arial" w:hAnsi="Arial" w:cs="Arial"/>
          <w:sz w:val="22"/>
          <w:szCs w:val="22"/>
          <w:lang w:val="en-US"/>
        </w:rPr>
      </w:pPr>
      <w:r w:rsidRPr="00E56470">
        <w:rPr>
          <w:rFonts w:ascii="Arial" w:hAnsi="Arial" w:cs="Arial"/>
          <w:sz w:val="22"/>
          <w:szCs w:val="22"/>
          <w:lang w:val="en-US"/>
        </w:rPr>
        <w:t>Nombre de car</w:t>
      </w:r>
      <w:r w:rsidR="00E56470">
        <w:rPr>
          <w:rFonts w:ascii="Arial" w:hAnsi="Arial" w:cs="Arial"/>
          <w:sz w:val="22"/>
          <w:szCs w:val="22"/>
          <w:lang w:val="en-US"/>
        </w:rPr>
        <w:t xml:space="preserve">actères, espaces </w:t>
      </w:r>
      <w:proofErr w:type="gramStart"/>
      <w:r w:rsidR="00E56470">
        <w:rPr>
          <w:rFonts w:ascii="Arial" w:hAnsi="Arial" w:cs="Arial"/>
          <w:sz w:val="22"/>
          <w:szCs w:val="22"/>
          <w:lang w:val="en-US"/>
        </w:rPr>
        <w:t>compris :</w:t>
      </w:r>
      <w:proofErr w:type="gramEnd"/>
      <w:r w:rsidR="00E56470">
        <w:rPr>
          <w:rFonts w:ascii="Arial" w:hAnsi="Arial" w:cs="Arial"/>
          <w:sz w:val="22"/>
          <w:szCs w:val="22"/>
          <w:lang w:val="en-US"/>
        </w:rPr>
        <w:t xml:space="preserve"> 1.564</w:t>
      </w:r>
    </w:p>
    <w:p w14:paraId="7586646B" w14:textId="77777777" w:rsidR="009A7549" w:rsidRPr="00E56470" w:rsidRDefault="009A7549" w:rsidP="00FD69D2">
      <w:pPr>
        <w:pStyle w:val="berschrift8"/>
        <w:spacing w:before="0" w:after="0" w:line="300" w:lineRule="auto"/>
        <w:rPr>
          <w:rFonts w:ascii="Arial" w:hAnsi="Arial" w:cs="Arial"/>
          <w:i w:val="0"/>
          <w:iCs w:val="0"/>
          <w:sz w:val="22"/>
          <w:szCs w:val="22"/>
          <w:lang w:val="en-US"/>
        </w:rPr>
      </w:pPr>
    </w:p>
    <w:p w14:paraId="3FC76252" w14:textId="77777777" w:rsidR="00FD69D2" w:rsidRPr="00E56470" w:rsidRDefault="00FD69D2" w:rsidP="00FD69D2">
      <w:pPr>
        <w:rPr>
          <w:rFonts w:ascii="Arial" w:hAnsi="Arial" w:cs="Arial"/>
          <w:lang w:val="en-US"/>
        </w:rPr>
      </w:pPr>
    </w:p>
    <w:p w14:paraId="5F13AA98" w14:textId="77777777" w:rsidR="009F6BD9" w:rsidRPr="00E56470" w:rsidRDefault="009F6BD9" w:rsidP="00FD69D2">
      <w:pPr>
        <w:pStyle w:val="berschrift8"/>
        <w:spacing w:before="0" w:after="0" w:line="300" w:lineRule="auto"/>
        <w:rPr>
          <w:rFonts w:ascii="Arial" w:hAnsi="Arial" w:cs="Arial"/>
          <w:i w:val="0"/>
          <w:iCs w:val="0"/>
          <w:sz w:val="22"/>
          <w:szCs w:val="22"/>
          <w:lang w:val="en-US"/>
        </w:rPr>
      </w:pPr>
      <w:r w:rsidRPr="00E56470">
        <w:rPr>
          <w:rFonts w:ascii="Arial" w:hAnsi="Arial" w:cs="Arial"/>
          <w:i w:val="0"/>
          <w:iCs w:val="0"/>
          <w:sz w:val="22"/>
          <w:szCs w:val="22"/>
          <w:lang w:val="en-US"/>
        </w:rPr>
        <w:t>Brève présentation de norelem Normelemente KG</w:t>
      </w:r>
    </w:p>
    <w:p w14:paraId="10847C03" w14:textId="77777777" w:rsidR="00FD69D2" w:rsidRPr="00E56470" w:rsidRDefault="00FD69D2" w:rsidP="00FD69D2">
      <w:pPr>
        <w:spacing w:line="300" w:lineRule="auto"/>
        <w:rPr>
          <w:rFonts w:ascii="Arial" w:hAnsi="Arial" w:cs="Arial"/>
          <w:sz w:val="22"/>
          <w:szCs w:val="22"/>
          <w:lang w:val="en-US"/>
        </w:rPr>
      </w:pPr>
      <w:r w:rsidRPr="00E56470">
        <w:rPr>
          <w:rFonts w:ascii="Arial" w:hAnsi="Arial" w:cs="Arial"/>
          <w:sz w:val="22"/>
          <w:szCs w:val="22"/>
          <w:lang w:val="en-US"/>
        </w:rPr>
        <w:t xml:space="preserve">Tous les succès commencent par une idée. C'est pourquoi, norelem vous propose une sélection unique de pièces normalisées </w:t>
      </w:r>
      <w:proofErr w:type="gramStart"/>
      <w:r w:rsidRPr="00E56470">
        <w:rPr>
          <w:rFonts w:ascii="Arial" w:hAnsi="Arial" w:cs="Arial"/>
          <w:sz w:val="22"/>
          <w:szCs w:val="22"/>
          <w:lang w:val="en-US"/>
        </w:rPr>
        <w:t>et</w:t>
      </w:r>
      <w:proofErr w:type="gramEnd"/>
      <w:r w:rsidRPr="00E56470">
        <w:rPr>
          <w:rFonts w:ascii="Arial" w:hAnsi="Arial" w:cs="Arial"/>
          <w:sz w:val="22"/>
          <w:szCs w:val="22"/>
          <w:lang w:val="en-US"/>
        </w:rPr>
        <w:t xml:space="preserve"> de composants afin de vous permettre d'atteindre vos objectifs dans la construction de machines et d’installations. THE BIG GREEN BOOK offre aux constructeurs </w:t>
      </w:r>
      <w:proofErr w:type="gramStart"/>
      <w:r w:rsidRPr="00E56470">
        <w:rPr>
          <w:rFonts w:ascii="Arial" w:hAnsi="Arial" w:cs="Arial"/>
          <w:sz w:val="22"/>
          <w:szCs w:val="22"/>
          <w:lang w:val="en-US"/>
        </w:rPr>
        <w:t>et</w:t>
      </w:r>
      <w:proofErr w:type="gramEnd"/>
      <w:r w:rsidRPr="00E56470">
        <w:rPr>
          <w:rFonts w:ascii="Arial" w:hAnsi="Arial" w:cs="Arial"/>
          <w:sz w:val="22"/>
          <w:szCs w:val="22"/>
          <w:lang w:val="en-US"/>
        </w:rPr>
        <w:t xml:space="preserve"> techniciens une gamme claire et complète de pièces de qualité.</w:t>
      </w:r>
    </w:p>
    <w:p w14:paraId="45963D0E" w14:textId="77777777" w:rsidR="00FD69D2" w:rsidRPr="00E56470" w:rsidRDefault="00FD69D2" w:rsidP="00FD69D2">
      <w:pPr>
        <w:spacing w:line="300" w:lineRule="auto"/>
        <w:rPr>
          <w:rFonts w:ascii="Arial" w:hAnsi="Arial" w:cs="Arial"/>
          <w:sz w:val="22"/>
          <w:szCs w:val="22"/>
          <w:lang w:val="en-US"/>
        </w:rPr>
      </w:pPr>
    </w:p>
    <w:p w14:paraId="2FB1243E" w14:textId="77777777" w:rsidR="00FD69D2" w:rsidRPr="00E56470" w:rsidRDefault="00FD69D2" w:rsidP="00FD69D2">
      <w:pPr>
        <w:spacing w:line="300" w:lineRule="auto"/>
        <w:rPr>
          <w:rFonts w:ascii="Arial" w:hAnsi="Arial" w:cs="Arial"/>
          <w:sz w:val="22"/>
          <w:szCs w:val="22"/>
          <w:lang w:val="en-US"/>
        </w:rPr>
      </w:pPr>
      <w:r w:rsidRPr="00E56470">
        <w:rPr>
          <w:rFonts w:ascii="Arial" w:hAnsi="Arial" w:cs="Arial"/>
          <w:sz w:val="22"/>
          <w:szCs w:val="22"/>
          <w:lang w:val="en-US"/>
        </w:rPr>
        <w:t xml:space="preserve">Nous accompagnons votre projet dès le début – avec nos conseils d'experts, une banque de données CAO complète </w:t>
      </w:r>
      <w:proofErr w:type="gramStart"/>
      <w:r w:rsidRPr="00E56470">
        <w:rPr>
          <w:rFonts w:ascii="Arial" w:hAnsi="Arial" w:cs="Arial"/>
          <w:sz w:val="22"/>
          <w:szCs w:val="22"/>
          <w:lang w:val="en-US"/>
        </w:rPr>
        <w:t>et</w:t>
      </w:r>
      <w:proofErr w:type="gramEnd"/>
      <w:r w:rsidRPr="00E56470">
        <w:rPr>
          <w:rFonts w:ascii="Arial" w:hAnsi="Arial" w:cs="Arial"/>
          <w:sz w:val="22"/>
          <w:szCs w:val="22"/>
          <w:lang w:val="en-US"/>
        </w:rPr>
        <w:t xml:space="preserve"> des délais de livraison rapides. Depuis 60 ans, norelem n'a cessé de se développer de manière dynamique, de la constante extension de </w:t>
      </w:r>
      <w:proofErr w:type="gramStart"/>
      <w:r w:rsidRPr="00E56470">
        <w:rPr>
          <w:rFonts w:ascii="Arial" w:hAnsi="Arial" w:cs="Arial"/>
          <w:sz w:val="22"/>
          <w:szCs w:val="22"/>
          <w:lang w:val="en-US"/>
        </w:rPr>
        <w:t>sa</w:t>
      </w:r>
      <w:proofErr w:type="gramEnd"/>
      <w:r w:rsidRPr="00E56470">
        <w:rPr>
          <w:rFonts w:ascii="Arial" w:hAnsi="Arial" w:cs="Arial"/>
          <w:sz w:val="22"/>
          <w:szCs w:val="22"/>
          <w:lang w:val="en-US"/>
        </w:rPr>
        <w:t xml:space="preserve"> gamme de produits à l'optimisation continue de la logistique.</w:t>
      </w:r>
    </w:p>
    <w:p w14:paraId="39C8366A" w14:textId="77777777" w:rsidR="00FD69D2" w:rsidRPr="00E56470" w:rsidRDefault="00FD69D2" w:rsidP="00FD69D2">
      <w:pPr>
        <w:spacing w:line="300" w:lineRule="auto"/>
        <w:rPr>
          <w:rFonts w:ascii="Arial" w:hAnsi="Arial" w:cs="Arial"/>
          <w:sz w:val="22"/>
          <w:szCs w:val="22"/>
          <w:lang w:val="en-US"/>
        </w:rPr>
      </w:pPr>
    </w:p>
    <w:p w14:paraId="50DC5CD2" w14:textId="77777777" w:rsidR="001E1753" w:rsidRPr="00E56470" w:rsidRDefault="00FD69D2" w:rsidP="00FD69D2">
      <w:pPr>
        <w:spacing w:line="300" w:lineRule="auto"/>
        <w:rPr>
          <w:rFonts w:ascii="Arial" w:hAnsi="Arial" w:cs="Arial"/>
          <w:sz w:val="22"/>
          <w:szCs w:val="22"/>
          <w:lang w:val="en-US"/>
        </w:rPr>
      </w:pPr>
      <w:r w:rsidRPr="00E56470">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w:t>
      </w:r>
      <w:proofErr w:type="gramStart"/>
      <w:r w:rsidRPr="00E56470">
        <w:rPr>
          <w:rFonts w:ascii="Arial" w:hAnsi="Arial" w:cs="Arial"/>
          <w:sz w:val="22"/>
          <w:szCs w:val="22"/>
          <w:lang w:val="en-US"/>
        </w:rPr>
        <w:t>et</w:t>
      </w:r>
      <w:proofErr w:type="gramEnd"/>
      <w:r w:rsidRPr="00E56470">
        <w:rPr>
          <w:rFonts w:ascii="Arial" w:hAnsi="Arial" w:cs="Arial"/>
          <w:sz w:val="22"/>
          <w:szCs w:val="22"/>
          <w:lang w:val="en-US"/>
        </w:rPr>
        <w:t xml:space="preserve"> ateliers. </w:t>
      </w:r>
    </w:p>
    <w:p w14:paraId="30E1B5BD" w14:textId="77777777" w:rsidR="00FD69D2" w:rsidRPr="00E56470" w:rsidRDefault="00FD69D2" w:rsidP="00FD69D2">
      <w:pPr>
        <w:spacing w:line="300" w:lineRule="auto"/>
        <w:rPr>
          <w:rFonts w:ascii="Arial" w:hAnsi="Arial" w:cs="Arial"/>
          <w:sz w:val="22"/>
          <w:szCs w:val="22"/>
          <w:lang w:val="en-US"/>
        </w:rPr>
      </w:pPr>
    </w:p>
    <w:p w14:paraId="614E3A9C" w14:textId="5218317B" w:rsidR="00AC357F" w:rsidRPr="00E56470" w:rsidRDefault="001E1753" w:rsidP="00FD69D2">
      <w:pPr>
        <w:spacing w:line="300" w:lineRule="auto"/>
        <w:rPr>
          <w:rFonts w:ascii="Arial" w:hAnsi="Arial" w:cs="Arial"/>
          <w:color w:val="0000FF"/>
          <w:sz w:val="20"/>
          <w:szCs w:val="20"/>
          <w:lang w:val="en-US"/>
        </w:rPr>
      </w:pPr>
      <w:r w:rsidRPr="00E56470">
        <w:rPr>
          <w:rFonts w:ascii="Arial" w:hAnsi="Arial" w:cs="Arial"/>
          <w:sz w:val="22"/>
          <w:szCs w:val="22"/>
          <w:lang w:val="en-US"/>
        </w:rPr>
        <w:t xml:space="preserve">Nombre de </w:t>
      </w:r>
      <w:r w:rsidR="00E56470">
        <w:rPr>
          <w:rFonts w:ascii="Arial" w:hAnsi="Arial" w:cs="Arial"/>
          <w:sz w:val="22"/>
          <w:szCs w:val="22"/>
          <w:lang w:val="en-US"/>
        </w:rPr>
        <w:t xml:space="preserve">caractères, espaces </w:t>
      </w:r>
      <w:proofErr w:type="gramStart"/>
      <w:r w:rsidR="00E56470">
        <w:rPr>
          <w:rFonts w:ascii="Arial" w:hAnsi="Arial" w:cs="Arial"/>
          <w:sz w:val="22"/>
          <w:szCs w:val="22"/>
          <w:lang w:val="en-US"/>
        </w:rPr>
        <w:t>compris :</w:t>
      </w:r>
      <w:proofErr w:type="gramEnd"/>
      <w:r w:rsidR="00E56470">
        <w:rPr>
          <w:rFonts w:ascii="Arial" w:hAnsi="Arial" w:cs="Arial"/>
          <w:sz w:val="22"/>
          <w:szCs w:val="22"/>
          <w:lang w:val="en-US"/>
        </w:rPr>
        <w:t xml:space="preserve"> 864</w:t>
      </w:r>
      <w:bookmarkStart w:id="0" w:name="_GoBack"/>
      <w:bookmarkEnd w:id="0"/>
    </w:p>
    <w:sectPr w:rsidR="00AC357F" w:rsidRPr="00E56470"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B2120" w14:textId="77777777" w:rsidR="0084159D" w:rsidRDefault="0084159D">
      <w:r>
        <w:separator/>
      </w:r>
    </w:p>
  </w:endnote>
  <w:endnote w:type="continuationSeparator" w:id="0">
    <w:p w14:paraId="10216E2B" w14:textId="77777777" w:rsidR="0084159D" w:rsidRDefault="00841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509A2"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77F92CB"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5F3F8"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E56470">
      <w:rPr>
        <w:rStyle w:val="Seitenzahl"/>
        <w:rFonts w:ascii="Arial" w:hAnsi="Arial" w:cs="Arial"/>
        <w:noProof/>
      </w:rPr>
      <w:t>2</w:t>
    </w:r>
    <w:r w:rsidRPr="006752F3">
      <w:rPr>
        <w:rStyle w:val="Seitenzahl"/>
        <w:rFonts w:ascii="Arial" w:hAnsi="Arial" w:cs="Arial"/>
      </w:rPr>
      <w:fldChar w:fldCharType="end"/>
    </w:r>
  </w:p>
  <w:p w14:paraId="7FBD63F5"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2A4BC" w14:textId="77777777" w:rsidR="0084159D" w:rsidRDefault="0084159D">
      <w:r>
        <w:separator/>
      </w:r>
    </w:p>
  </w:footnote>
  <w:footnote w:type="continuationSeparator" w:id="0">
    <w:p w14:paraId="32125130" w14:textId="77777777" w:rsidR="0084159D" w:rsidRDefault="008415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1545A" w14:textId="77777777" w:rsidR="00111C9E"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1B7DD119" w14:textId="77777777"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44CB5BBD" w14:textId="77777777"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488B2937" w14:textId="77777777" w:rsidR="00111C9E" w:rsidRPr="008B3F76" w:rsidRDefault="00111C9E" w:rsidP="00051877">
    <w:pPr>
      <w:framePr w:w="3561" w:h="3890" w:wrap="around" w:vAnchor="page" w:hAnchor="page" w:x="802" w:y="3785" w:anchorLock="1"/>
      <w:spacing w:after="60" w:line="280" w:lineRule="exact"/>
      <w:rPr>
        <w:rFonts w:ascii="Arial" w:hAnsi="Arial"/>
        <w:sz w:val="20"/>
        <w:szCs w:val="20"/>
      </w:rPr>
    </w:pPr>
  </w:p>
  <w:p w14:paraId="1DB90EBB" w14:textId="77777777" w:rsidR="00111C9E" w:rsidRDefault="00111C9E"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5F76D70D" w14:textId="77777777" w:rsidR="00111C9E" w:rsidRPr="006D7111" w:rsidRDefault="00111C9E" w:rsidP="00051877">
    <w:pPr>
      <w:framePr w:w="3561" w:h="3890" w:wrap="around" w:vAnchor="page" w:hAnchor="page" w:x="802" w:y="3785" w:anchorLock="1"/>
      <w:spacing w:after="60" w:line="280" w:lineRule="exact"/>
      <w:rPr>
        <w:rFonts w:ascii="Arial" w:hAnsi="Arial" w:cs="Arial"/>
        <w:sz w:val="20"/>
        <w:szCs w:val="20"/>
      </w:rPr>
    </w:pPr>
  </w:p>
  <w:p w14:paraId="6D24F39F" w14:textId="77777777" w:rsidR="00111C9E" w:rsidRPr="00AF14E4"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3DA31C2A" w14:textId="77777777" w:rsidR="00111C9E" w:rsidRPr="00784905"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357C4569" w14:textId="77777777" w:rsidR="00111C9E" w:rsidRPr="00784905" w:rsidRDefault="00111C9E" w:rsidP="00051877">
    <w:pPr>
      <w:framePr w:w="3561" w:h="3890" w:wrap="around" w:vAnchor="page" w:hAnchor="page" w:x="802" w:y="3785" w:anchorLock="1"/>
      <w:spacing w:line="280" w:lineRule="exact"/>
      <w:rPr>
        <w:rFonts w:ascii="Arial" w:hAnsi="Arial"/>
        <w:sz w:val="20"/>
        <w:szCs w:val="20"/>
      </w:rPr>
    </w:pPr>
  </w:p>
  <w:p w14:paraId="7B7F91ED" w14:textId="08B06A69" w:rsidR="00111C9E" w:rsidRPr="00784905"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F80DFD" wp14:editId="763DA20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Septembre 2018</w:t>
    </w:r>
  </w:p>
  <w:p w14:paraId="680E278F" w14:textId="77777777" w:rsidR="00111C9E" w:rsidRPr="00ED07FE" w:rsidRDefault="00111C9E"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02107989" w14:textId="77777777" w:rsidR="00111C9E" w:rsidRPr="00ED07FE" w:rsidRDefault="00111C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25pt;height:6.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0B77"/>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045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0F5DCD"/>
    <w:rsid w:val="00106F93"/>
    <w:rsid w:val="00111C9E"/>
    <w:rsid w:val="0011516A"/>
    <w:rsid w:val="001169E4"/>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601"/>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CAB"/>
    <w:rsid w:val="001A4E26"/>
    <w:rsid w:val="001A4F04"/>
    <w:rsid w:val="001A6968"/>
    <w:rsid w:val="001A7894"/>
    <w:rsid w:val="001A7919"/>
    <w:rsid w:val="001B21D7"/>
    <w:rsid w:val="001B2D07"/>
    <w:rsid w:val="001B3804"/>
    <w:rsid w:val="001B4151"/>
    <w:rsid w:val="001B4779"/>
    <w:rsid w:val="001B4811"/>
    <w:rsid w:val="001C1C14"/>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66A0"/>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22F3"/>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1B8B"/>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04A40"/>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3EC8"/>
    <w:rsid w:val="005A4E89"/>
    <w:rsid w:val="005A5D7F"/>
    <w:rsid w:val="005B0571"/>
    <w:rsid w:val="005B2578"/>
    <w:rsid w:val="005B37B8"/>
    <w:rsid w:val="005B4B7E"/>
    <w:rsid w:val="005B4C19"/>
    <w:rsid w:val="005B6197"/>
    <w:rsid w:val="005C0018"/>
    <w:rsid w:val="005C1299"/>
    <w:rsid w:val="005C51A2"/>
    <w:rsid w:val="005C63F9"/>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A92"/>
    <w:rsid w:val="00705B55"/>
    <w:rsid w:val="00705C78"/>
    <w:rsid w:val="00706E84"/>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372EE"/>
    <w:rsid w:val="00741BAC"/>
    <w:rsid w:val="00744732"/>
    <w:rsid w:val="0074559A"/>
    <w:rsid w:val="00747880"/>
    <w:rsid w:val="00751D3B"/>
    <w:rsid w:val="00752107"/>
    <w:rsid w:val="007521A5"/>
    <w:rsid w:val="00760799"/>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D4C20"/>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202C9"/>
    <w:rsid w:val="00827037"/>
    <w:rsid w:val="00831C44"/>
    <w:rsid w:val="00832DAE"/>
    <w:rsid w:val="008356C7"/>
    <w:rsid w:val="00835C4A"/>
    <w:rsid w:val="00836120"/>
    <w:rsid w:val="00836574"/>
    <w:rsid w:val="00837A78"/>
    <w:rsid w:val="008410A5"/>
    <w:rsid w:val="0084159D"/>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0D42"/>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AFC"/>
    <w:rsid w:val="008D4C0B"/>
    <w:rsid w:val="008D5AA4"/>
    <w:rsid w:val="008D78A3"/>
    <w:rsid w:val="008E28FB"/>
    <w:rsid w:val="008E382F"/>
    <w:rsid w:val="008E4316"/>
    <w:rsid w:val="008E4DF7"/>
    <w:rsid w:val="008E4EB2"/>
    <w:rsid w:val="008E54B2"/>
    <w:rsid w:val="008E6E58"/>
    <w:rsid w:val="008E7217"/>
    <w:rsid w:val="008E7C3C"/>
    <w:rsid w:val="008F0FFF"/>
    <w:rsid w:val="008F5F33"/>
    <w:rsid w:val="008F6130"/>
    <w:rsid w:val="008F76D0"/>
    <w:rsid w:val="008F7D81"/>
    <w:rsid w:val="00900416"/>
    <w:rsid w:val="00900AB4"/>
    <w:rsid w:val="009036B7"/>
    <w:rsid w:val="00905120"/>
    <w:rsid w:val="00906DCB"/>
    <w:rsid w:val="00907447"/>
    <w:rsid w:val="00907A32"/>
    <w:rsid w:val="009117D3"/>
    <w:rsid w:val="0091399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B7E61"/>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2C42"/>
    <w:rsid w:val="00A25DF2"/>
    <w:rsid w:val="00A271BC"/>
    <w:rsid w:val="00A27952"/>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55C68"/>
    <w:rsid w:val="00A572BC"/>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21AB"/>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528"/>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0603"/>
    <w:rsid w:val="00B818B0"/>
    <w:rsid w:val="00B83142"/>
    <w:rsid w:val="00B831F8"/>
    <w:rsid w:val="00B8557C"/>
    <w:rsid w:val="00B85735"/>
    <w:rsid w:val="00B91EE1"/>
    <w:rsid w:val="00B92811"/>
    <w:rsid w:val="00B92B85"/>
    <w:rsid w:val="00B94556"/>
    <w:rsid w:val="00B95FDC"/>
    <w:rsid w:val="00BA0D5F"/>
    <w:rsid w:val="00BA340F"/>
    <w:rsid w:val="00BA4CB2"/>
    <w:rsid w:val="00BA512A"/>
    <w:rsid w:val="00BA6850"/>
    <w:rsid w:val="00BB2A1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8FF"/>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07DA"/>
    <w:rsid w:val="00C51923"/>
    <w:rsid w:val="00C51AE5"/>
    <w:rsid w:val="00C52027"/>
    <w:rsid w:val="00C53674"/>
    <w:rsid w:val="00C54A2B"/>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BAE"/>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459"/>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78F"/>
    <w:rsid w:val="00E17BD4"/>
    <w:rsid w:val="00E212E5"/>
    <w:rsid w:val="00E21A71"/>
    <w:rsid w:val="00E2225A"/>
    <w:rsid w:val="00E26EC0"/>
    <w:rsid w:val="00E26F7D"/>
    <w:rsid w:val="00E3114E"/>
    <w:rsid w:val="00E3212D"/>
    <w:rsid w:val="00E32AFF"/>
    <w:rsid w:val="00E33139"/>
    <w:rsid w:val="00E33148"/>
    <w:rsid w:val="00E33416"/>
    <w:rsid w:val="00E35CD7"/>
    <w:rsid w:val="00E36AC1"/>
    <w:rsid w:val="00E374E6"/>
    <w:rsid w:val="00E40FAB"/>
    <w:rsid w:val="00E42BCF"/>
    <w:rsid w:val="00E453DA"/>
    <w:rsid w:val="00E465D2"/>
    <w:rsid w:val="00E4663A"/>
    <w:rsid w:val="00E470EC"/>
    <w:rsid w:val="00E52BFA"/>
    <w:rsid w:val="00E557C0"/>
    <w:rsid w:val="00E5647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27460"/>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456AE"/>
    <w:rsid w:val="00F474BA"/>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507C"/>
    <w:rsid w:val="00F666EE"/>
    <w:rsid w:val="00F71CBC"/>
    <w:rsid w:val="00F72030"/>
    <w:rsid w:val="00F72921"/>
    <w:rsid w:val="00F72DD7"/>
    <w:rsid w:val="00F73AB3"/>
    <w:rsid w:val="00F73CA3"/>
    <w:rsid w:val="00F74A8D"/>
    <w:rsid w:val="00F75286"/>
    <w:rsid w:val="00F764F9"/>
    <w:rsid w:val="00F770EB"/>
    <w:rsid w:val="00F77805"/>
    <w:rsid w:val="00F8259B"/>
    <w:rsid w:val="00F82DE4"/>
    <w:rsid w:val="00F834AD"/>
    <w:rsid w:val="00F900C1"/>
    <w:rsid w:val="00F934A4"/>
    <w:rsid w:val="00F95356"/>
    <w:rsid w:val="00F95737"/>
    <w:rsid w:val="00F966D7"/>
    <w:rsid w:val="00F97106"/>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E7F3F"/>
    <w:rsid w:val="00FF0447"/>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9721D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1C606-E1F2-405B-A3DC-D6A33A4B0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6E81F82F.dotm</Template>
  <TotalTime>0</TotalTime>
  <Pages>2</Pages>
  <Words>357</Words>
  <Characters>2255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2018-09-10T07:51:00Z</dcterms:created>
  <dcterms:modified xsi:type="dcterms:W3CDTF">2018-09-13T11:34:00Z</dcterms:modified>
</cp:coreProperties>
</file>