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23007" w14:textId="77777777" w:rsidR="00BB49A4" w:rsidRPr="003848D9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3848D9">
        <w:rPr>
          <w:rFonts w:ascii="Arial" w:hAnsi="Arial" w:cs="Arial"/>
          <w:color w:val="000000"/>
          <w:sz w:val="22"/>
          <w:szCs w:val="22"/>
          <w:lang w:val="en-US"/>
        </w:rPr>
        <w:t>Markgröningen, le 01/04/2018</w:t>
      </w:r>
    </w:p>
    <w:p w14:paraId="36693484" w14:textId="77777777" w:rsidR="009A7549" w:rsidRPr="003848D9" w:rsidRDefault="00BF6B0B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3848D9">
        <w:rPr>
          <w:rFonts w:ascii="Arial" w:hAnsi="Arial" w:cs="Arial"/>
          <w:color w:val="000000" w:themeColor="text1"/>
          <w:sz w:val="28"/>
          <w:szCs w:val="28"/>
          <w:lang w:val="en-US"/>
        </w:rPr>
        <w:br/>
        <w:t>De nouvelles charnières avec interrupteur de sécurité chez norelem</w:t>
      </w:r>
    </w:p>
    <w:p w14:paraId="7D1079BA" w14:textId="77777777" w:rsidR="007F3712" w:rsidRPr="003848D9" w:rsidRDefault="00D965B9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3848D9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Des composants flexibles </w:t>
      </w:r>
      <w:proofErr w:type="gramStart"/>
      <w:r w:rsidRPr="003848D9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et</w:t>
      </w:r>
      <w:proofErr w:type="gramEnd"/>
      <w:r w:rsidRPr="003848D9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faciles à monter pour le contrôle de la position.</w:t>
      </w:r>
    </w:p>
    <w:p w14:paraId="7C1AC33C" w14:textId="77777777" w:rsidR="00BC1947" w:rsidRPr="003848D9" w:rsidRDefault="004222C6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3848D9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</w:p>
    <w:p w14:paraId="29C0DFF1" w14:textId="77777777" w:rsidR="007812CE" w:rsidRPr="003848D9" w:rsidRDefault="007812CE" w:rsidP="007812CE">
      <w:pPr>
        <w:spacing w:line="300" w:lineRule="auto"/>
        <w:rPr>
          <w:rFonts w:ascii="Arial" w:hAnsi="Arial" w:cs="Arial"/>
          <w:b/>
          <w:color w:val="000000"/>
          <w:sz w:val="22"/>
          <w:szCs w:val="22"/>
          <w:lang w:val="en-US"/>
        </w:rPr>
      </w:pPr>
      <w:r w:rsidRPr="003848D9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Chez norelem, les constructeurs trouveront 16 versions différentes d'interrupteurs de </w:t>
      </w:r>
      <w:proofErr w:type="gramStart"/>
      <w:r w:rsidRPr="003848D9">
        <w:rPr>
          <w:rFonts w:ascii="Arial" w:hAnsi="Arial" w:cs="Arial"/>
          <w:b/>
          <w:color w:val="000000"/>
          <w:sz w:val="22"/>
          <w:szCs w:val="22"/>
          <w:lang w:val="en-US"/>
        </w:rPr>
        <w:t>sécurité !</w:t>
      </w:r>
      <w:proofErr w:type="gramEnd"/>
      <w:r w:rsidRPr="003848D9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Outre la version standard, une version avec moitié de charnière longue est également </w:t>
      </w:r>
      <w:proofErr w:type="gramStart"/>
      <w:r w:rsidRPr="003848D9">
        <w:rPr>
          <w:rFonts w:ascii="Arial" w:hAnsi="Arial" w:cs="Arial"/>
          <w:b/>
          <w:color w:val="000000"/>
          <w:sz w:val="22"/>
          <w:szCs w:val="22"/>
          <w:lang w:val="en-US"/>
        </w:rPr>
        <w:t>disponible ;</w:t>
      </w:r>
      <w:proofErr w:type="gramEnd"/>
      <w:r w:rsidRPr="003848D9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elle convient particulièrement pour une utilisation sur les portes de protection transparentes. Les interrupteurs sont disponibles au choix avec raccordement ou connecteur.</w:t>
      </w:r>
    </w:p>
    <w:p w14:paraId="675BDFDD" w14:textId="77777777" w:rsidR="00A85F00" w:rsidRPr="003848D9" w:rsidRDefault="00A85F00" w:rsidP="00A85F00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4AA80DC8" w14:textId="77777777" w:rsidR="007812CE" w:rsidRDefault="0035741D" w:rsidP="00A85F00">
      <w:pPr>
        <w:spacing w:line="300" w:lineRule="auto"/>
        <w:rPr>
          <w:rFonts w:ascii="Arial" w:hAnsi="Arial" w:cs="Arial"/>
          <w:sz w:val="22"/>
          <w:szCs w:val="22"/>
        </w:rPr>
      </w:pPr>
      <w:r w:rsidRPr="003848D9">
        <w:rPr>
          <w:rFonts w:ascii="Arial" w:hAnsi="Arial" w:cs="Arial"/>
          <w:sz w:val="22"/>
          <w:szCs w:val="22"/>
          <w:lang w:val="en-US"/>
        </w:rPr>
        <w:t xml:space="preserve">Les nouvelles charnières avec interrupteurs de sécurité permettent de contrôler la position des portes, volets </w:t>
      </w:r>
      <w:proofErr w:type="gramStart"/>
      <w:r w:rsidRPr="003848D9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3848D9">
        <w:rPr>
          <w:rFonts w:ascii="Arial" w:hAnsi="Arial" w:cs="Arial"/>
          <w:sz w:val="22"/>
          <w:szCs w:val="22"/>
          <w:lang w:val="en-US"/>
        </w:rPr>
        <w:t xml:space="preserve"> capots de protection montés de façon à pouvoir tourner. Le contrôle de la position des dispositifs de protection se fait directement dans la charnière, l'angle de commutation peut être réglé librement sur toute la plage de travail. </w:t>
      </w:r>
      <w:r>
        <w:rPr>
          <w:rFonts w:ascii="Arial" w:hAnsi="Arial" w:cs="Arial"/>
          <w:sz w:val="22"/>
          <w:szCs w:val="22"/>
        </w:rPr>
        <w:t>La construction robuste garantit une grande longévité.</w:t>
      </w:r>
    </w:p>
    <w:p w14:paraId="2C258C19" w14:textId="77777777" w:rsidR="004A5FB7" w:rsidRDefault="004A5FB7" w:rsidP="00A85F00">
      <w:pPr>
        <w:spacing w:line="300" w:lineRule="auto"/>
        <w:rPr>
          <w:rFonts w:ascii="Arial" w:hAnsi="Arial" w:cs="Arial"/>
          <w:sz w:val="22"/>
          <w:szCs w:val="22"/>
        </w:rPr>
      </w:pPr>
    </w:p>
    <w:p w14:paraId="377C57C6" w14:textId="77777777" w:rsidR="004A5FB7" w:rsidRPr="003848D9" w:rsidRDefault="004A5FB7" w:rsidP="004A5FB7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3848D9">
        <w:rPr>
          <w:rFonts w:ascii="Arial" w:hAnsi="Arial" w:cs="Arial"/>
          <w:sz w:val="22"/>
          <w:szCs w:val="22"/>
          <w:lang w:val="en-US"/>
        </w:rPr>
        <w:t xml:space="preserve">Comparées aux interrupteurs de sécurité conventionnels, les charnières avec interrupteur de norelem s'intègrent parfaitement à l'environnement </w:t>
      </w:r>
      <w:proofErr w:type="gramStart"/>
      <w:r w:rsidRPr="003848D9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3848D9">
        <w:rPr>
          <w:rFonts w:ascii="Arial" w:hAnsi="Arial" w:cs="Arial"/>
          <w:sz w:val="22"/>
          <w:szCs w:val="22"/>
          <w:lang w:val="en-US"/>
        </w:rPr>
        <w:t xml:space="preserve"> confèrent un design attrayant aux machines. En outre, les éléments de commutation offrent une protection élevée, de sorte que les manipulations sont en grande partie exclues.</w:t>
      </w:r>
    </w:p>
    <w:p w14:paraId="384025B7" w14:textId="77777777" w:rsidR="007812CE" w:rsidRPr="003848D9" w:rsidRDefault="007812CE" w:rsidP="00A85F00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0FF3AEB5" w14:textId="77777777" w:rsidR="00A85F00" w:rsidRPr="003848D9" w:rsidRDefault="00A85F00" w:rsidP="00A85F00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3848D9">
        <w:rPr>
          <w:rFonts w:ascii="Arial" w:hAnsi="Arial" w:cs="Arial"/>
          <w:sz w:val="22"/>
          <w:szCs w:val="22"/>
          <w:lang w:val="en-US"/>
        </w:rPr>
        <w:t xml:space="preserve">Parmi les domaines d'utilisation, on compte la construction de machines spéciales, l'industrie électrique </w:t>
      </w:r>
      <w:proofErr w:type="gramStart"/>
      <w:r w:rsidRPr="003848D9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3848D9">
        <w:rPr>
          <w:rFonts w:ascii="Arial" w:hAnsi="Arial" w:cs="Arial"/>
          <w:sz w:val="22"/>
          <w:szCs w:val="22"/>
          <w:lang w:val="en-US"/>
        </w:rPr>
        <w:t xml:space="preserve"> la technique d'automatisation.</w:t>
      </w:r>
      <w:r w:rsidRPr="003848D9">
        <w:rPr>
          <w:lang w:val="en-US"/>
        </w:rPr>
        <w:t xml:space="preserve"> </w:t>
      </w:r>
      <w:r w:rsidRPr="003848D9">
        <w:rPr>
          <w:rFonts w:ascii="Arial" w:hAnsi="Arial" w:cs="Arial"/>
          <w:sz w:val="22"/>
          <w:szCs w:val="22"/>
          <w:lang w:val="en-US"/>
        </w:rPr>
        <w:t xml:space="preserve">Une aide au montage facilite </w:t>
      </w:r>
      <w:proofErr w:type="gramStart"/>
      <w:r w:rsidRPr="003848D9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3848D9">
        <w:rPr>
          <w:rFonts w:ascii="Arial" w:hAnsi="Arial" w:cs="Arial"/>
          <w:sz w:val="22"/>
          <w:szCs w:val="22"/>
          <w:lang w:val="en-US"/>
        </w:rPr>
        <w:t xml:space="preserve"> alignement rapide sur les portes et poteaux. Les éléments de commutation peuvent ainsi être montés rapidement </w:t>
      </w:r>
      <w:proofErr w:type="gramStart"/>
      <w:r w:rsidRPr="003848D9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3848D9">
        <w:rPr>
          <w:rFonts w:ascii="Arial" w:hAnsi="Arial" w:cs="Arial"/>
          <w:sz w:val="22"/>
          <w:szCs w:val="22"/>
          <w:lang w:val="en-US"/>
        </w:rPr>
        <w:t xml:space="preserve"> facilement en association avec les profilés aluminium courants.</w:t>
      </w:r>
    </w:p>
    <w:p w14:paraId="12820556" w14:textId="77777777" w:rsidR="00A85F00" w:rsidRPr="003848D9" w:rsidRDefault="00A85F00" w:rsidP="00A85F00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211374D5" w14:textId="0F4D6651" w:rsidR="00351471" w:rsidRPr="003848D9" w:rsidRDefault="00F51214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3848D9">
        <w:rPr>
          <w:rFonts w:ascii="Arial" w:hAnsi="Arial" w:cs="Arial"/>
          <w:sz w:val="22"/>
          <w:szCs w:val="22"/>
          <w:lang w:val="en-US"/>
        </w:rPr>
        <w:t>Nombre de car</w:t>
      </w:r>
      <w:r w:rsidR="003848D9">
        <w:rPr>
          <w:rFonts w:ascii="Arial" w:hAnsi="Arial" w:cs="Arial"/>
          <w:sz w:val="22"/>
          <w:szCs w:val="22"/>
          <w:lang w:val="en-US"/>
        </w:rPr>
        <w:t xml:space="preserve">actères, espaces </w:t>
      </w:r>
      <w:proofErr w:type="gramStart"/>
      <w:r w:rsidR="003848D9">
        <w:rPr>
          <w:rFonts w:ascii="Arial" w:hAnsi="Arial" w:cs="Arial"/>
          <w:sz w:val="22"/>
          <w:szCs w:val="22"/>
          <w:lang w:val="en-US"/>
        </w:rPr>
        <w:t>compris :</w:t>
      </w:r>
      <w:proofErr w:type="gramEnd"/>
      <w:r w:rsidR="003848D9">
        <w:rPr>
          <w:rFonts w:ascii="Arial" w:hAnsi="Arial" w:cs="Arial"/>
          <w:sz w:val="22"/>
          <w:szCs w:val="22"/>
          <w:lang w:val="en-US"/>
        </w:rPr>
        <w:t xml:space="preserve"> 1.579</w:t>
      </w:r>
    </w:p>
    <w:p w14:paraId="0275D8E3" w14:textId="77777777" w:rsidR="009A7549" w:rsidRPr="003848D9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7E0E3735" w14:textId="77777777" w:rsidR="00FD69D2" w:rsidRPr="003848D9" w:rsidRDefault="00FD69D2" w:rsidP="00FD69D2">
      <w:pPr>
        <w:rPr>
          <w:rFonts w:ascii="Arial" w:hAnsi="Arial" w:cs="Arial"/>
          <w:lang w:val="en-US"/>
        </w:rPr>
      </w:pPr>
    </w:p>
    <w:p w14:paraId="0268D5AF" w14:textId="77777777" w:rsidR="009F6BD9" w:rsidRPr="003848D9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r w:rsidRPr="003848D9">
        <w:rPr>
          <w:rFonts w:ascii="Arial" w:hAnsi="Arial" w:cs="Arial"/>
          <w:i w:val="0"/>
          <w:iCs w:val="0"/>
          <w:sz w:val="22"/>
          <w:szCs w:val="22"/>
          <w:lang w:val="en-US"/>
        </w:rPr>
        <w:t>Brève présentation de norelem Normelemente KG</w:t>
      </w:r>
    </w:p>
    <w:p w14:paraId="0ADA547F" w14:textId="77777777" w:rsidR="00FD69D2" w:rsidRPr="003848D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3848D9">
        <w:rPr>
          <w:rFonts w:ascii="Arial" w:hAnsi="Arial" w:cs="Arial"/>
          <w:sz w:val="22"/>
          <w:szCs w:val="22"/>
          <w:lang w:val="en-US"/>
        </w:rPr>
        <w:t xml:space="preserve">Tous les succès commencent par une idée. C'est pourquoi norelem vous assiste avec une sélection unique de pièces standardisées </w:t>
      </w:r>
      <w:proofErr w:type="gramStart"/>
      <w:r w:rsidRPr="003848D9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3848D9">
        <w:rPr>
          <w:rFonts w:ascii="Arial" w:hAnsi="Arial" w:cs="Arial"/>
          <w:sz w:val="22"/>
          <w:szCs w:val="22"/>
          <w:lang w:val="en-US"/>
        </w:rPr>
        <w:t xml:space="preserve"> de composants, afin que vous réalisiez vos objectifs dans la construction de machines et d’installations. THE BIG GREEN BOOK offre aux constructeurs </w:t>
      </w:r>
      <w:proofErr w:type="gramStart"/>
      <w:r w:rsidRPr="003848D9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3848D9">
        <w:rPr>
          <w:rFonts w:ascii="Arial" w:hAnsi="Arial" w:cs="Arial"/>
          <w:sz w:val="22"/>
          <w:szCs w:val="22"/>
          <w:lang w:val="en-US"/>
        </w:rPr>
        <w:t xml:space="preserve"> techniciens une gamme claire et complète de pièces de qualité.</w:t>
      </w:r>
    </w:p>
    <w:p w14:paraId="74E84F46" w14:textId="77777777" w:rsidR="00FD69D2" w:rsidRPr="003848D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0F3617AD" w14:textId="77777777" w:rsidR="00FD69D2" w:rsidRPr="003848D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3848D9">
        <w:rPr>
          <w:rFonts w:ascii="Arial" w:hAnsi="Arial" w:cs="Arial"/>
          <w:sz w:val="22"/>
          <w:szCs w:val="22"/>
          <w:lang w:val="en-US"/>
        </w:rPr>
        <w:t xml:space="preserve">Nous accompagnons votre projet dès le début – avec nos conseils d'experts, une banque de données CAO complète </w:t>
      </w:r>
      <w:proofErr w:type="gramStart"/>
      <w:r w:rsidRPr="003848D9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3848D9">
        <w:rPr>
          <w:rFonts w:ascii="Arial" w:hAnsi="Arial" w:cs="Arial"/>
          <w:sz w:val="22"/>
          <w:szCs w:val="22"/>
          <w:lang w:val="en-US"/>
        </w:rPr>
        <w:t xml:space="preserve"> des délais de livraison rapides. Depuis 60 ans, norelem n'a cessé de se développer de manière dynamique, de la constante extension de </w:t>
      </w:r>
      <w:proofErr w:type="gramStart"/>
      <w:r w:rsidRPr="003848D9">
        <w:rPr>
          <w:rFonts w:ascii="Arial" w:hAnsi="Arial" w:cs="Arial"/>
          <w:sz w:val="22"/>
          <w:szCs w:val="22"/>
          <w:lang w:val="en-US"/>
        </w:rPr>
        <w:t>sa</w:t>
      </w:r>
      <w:proofErr w:type="gramEnd"/>
      <w:r w:rsidRPr="003848D9">
        <w:rPr>
          <w:rFonts w:ascii="Arial" w:hAnsi="Arial" w:cs="Arial"/>
          <w:sz w:val="22"/>
          <w:szCs w:val="22"/>
          <w:lang w:val="en-US"/>
        </w:rPr>
        <w:t xml:space="preserve"> gamme de produits à l'optimisation continue de la logistique.</w:t>
      </w:r>
    </w:p>
    <w:p w14:paraId="2936F7BB" w14:textId="77777777" w:rsidR="00FD69D2" w:rsidRPr="003848D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3CCA7708" w14:textId="77777777" w:rsidR="001E1753" w:rsidRPr="003848D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3848D9">
        <w:rPr>
          <w:rFonts w:ascii="Arial" w:hAnsi="Arial" w:cs="Arial"/>
          <w:sz w:val="22"/>
          <w:szCs w:val="22"/>
          <w:lang w:val="en-US"/>
        </w:rPr>
        <w:t xml:space="preserve">Du siège de l'entreprise, situé à Markgröningen, en passant par nos sites internationaux, nous nous impliquons activement dans le domaine de l'encouragement de la relève grâce à nos formations </w:t>
      </w:r>
      <w:proofErr w:type="gramStart"/>
      <w:r w:rsidRPr="003848D9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3848D9">
        <w:rPr>
          <w:rFonts w:ascii="Arial" w:hAnsi="Arial" w:cs="Arial"/>
          <w:sz w:val="22"/>
          <w:szCs w:val="22"/>
          <w:lang w:val="en-US"/>
        </w:rPr>
        <w:t xml:space="preserve"> ateliers. </w:t>
      </w:r>
    </w:p>
    <w:p w14:paraId="3E454D4A" w14:textId="77777777" w:rsidR="00FD69D2" w:rsidRPr="003848D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03B2F27E" w14:textId="41B2C0E9" w:rsidR="00832DAE" w:rsidRPr="003848D9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  <w:r w:rsidRPr="003848D9">
        <w:rPr>
          <w:rFonts w:ascii="Arial" w:hAnsi="Arial" w:cs="Arial"/>
          <w:sz w:val="22"/>
          <w:szCs w:val="22"/>
          <w:lang w:val="en-US"/>
        </w:rPr>
        <w:t xml:space="preserve">Nombre de </w:t>
      </w:r>
      <w:r w:rsidR="003848D9">
        <w:rPr>
          <w:rFonts w:ascii="Arial" w:hAnsi="Arial" w:cs="Arial"/>
          <w:sz w:val="22"/>
          <w:szCs w:val="22"/>
          <w:lang w:val="en-US"/>
        </w:rPr>
        <w:t>caractères, espaces compris : 861</w:t>
      </w:r>
      <w:bookmarkStart w:id="0" w:name="_GoBack"/>
      <w:bookmarkEnd w:id="0"/>
    </w:p>
    <w:p w14:paraId="030D80C0" w14:textId="77777777" w:rsidR="00FD69D2" w:rsidRPr="003848D9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</w:p>
    <w:p w14:paraId="38110956" w14:textId="77777777" w:rsidR="00445D24" w:rsidRPr="003848D9" w:rsidRDefault="00445D24" w:rsidP="00FD69D2">
      <w:pPr>
        <w:spacing w:line="300" w:lineRule="auto"/>
        <w:rPr>
          <w:rFonts w:ascii="Arial" w:hAnsi="Arial" w:cs="Arial"/>
          <w:b/>
          <w:color w:val="000000" w:themeColor="text1"/>
          <w:sz w:val="22"/>
          <w:szCs w:val="22"/>
          <w:lang w:val="en-US"/>
        </w:rPr>
      </w:pPr>
    </w:p>
    <w:p w14:paraId="7A0F03C7" w14:textId="78D38013" w:rsidR="00AC357F" w:rsidRPr="003848D9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sectPr w:rsidR="00AC357F" w:rsidRPr="003848D9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7C12F" w14:textId="77777777" w:rsidR="00DE5C50" w:rsidRDefault="00DE5C50">
      <w:r>
        <w:separator/>
      </w:r>
    </w:p>
  </w:endnote>
  <w:endnote w:type="continuationSeparator" w:id="0">
    <w:p w14:paraId="50178210" w14:textId="77777777" w:rsidR="00DE5C50" w:rsidRDefault="00DE5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charset w:val="00"/>
    <w:family w:val="auto"/>
    <w:pitch w:val="variable"/>
    <w:sig w:usb0="A00002AF" w:usb1="5000205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AA8CB" w14:textId="77777777" w:rsidR="00111C9E" w:rsidRDefault="00111C9E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EEA579F" w14:textId="77777777" w:rsidR="00111C9E" w:rsidRDefault="00111C9E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8A300" w14:textId="77777777" w:rsidR="00111C9E" w:rsidRPr="006752F3" w:rsidRDefault="00111C9E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3848D9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11F1EAC7" w14:textId="77777777" w:rsidR="00111C9E" w:rsidRDefault="00111C9E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6260A" w14:textId="77777777" w:rsidR="00DE5C50" w:rsidRDefault="00DE5C50">
      <w:r>
        <w:separator/>
      </w:r>
    </w:p>
  </w:footnote>
  <w:footnote w:type="continuationSeparator" w:id="0">
    <w:p w14:paraId="7C4CCDC2" w14:textId="77777777" w:rsidR="00DE5C50" w:rsidRDefault="00DE5C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C735C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SAS</w:t>
    </w:r>
  </w:p>
  <w:p w14:paraId="59727AE5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5, rue des Libellules</w:t>
    </w:r>
  </w:p>
  <w:p w14:paraId="17E1814E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10280 Fontaine-les-Grès</w:t>
    </w:r>
  </w:p>
  <w:p w14:paraId="412A4635" w14:textId="77777777" w:rsidR="00111C9E" w:rsidRPr="008B3F76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0DD433ED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Tél. : +33 3 25 71 89 30</w:t>
    </w:r>
    <w:r>
      <w:rPr>
        <w:rFonts w:ascii="Arial" w:hAnsi="Arial" w:cs="Arial"/>
        <w:sz w:val="20"/>
        <w:szCs w:val="20"/>
      </w:rPr>
      <w:br/>
      <w:t>Fax : +33 3 25 71 89 40</w:t>
    </w:r>
  </w:p>
  <w:p w14:paraId="20D8C851" w14:textId="77777777" w:rsidR="00111C9E" w:rsidRPr="006D7111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37898E43" w14:textId="77777777" w:rsidR="00111C9E" w:rsidRPr="00AF14E4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33237B14" w14:textId="77777777" w:rsidR="00111C9E" w:rsidRPr="00784905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733586D4" w14:textId="77777777" w:rsidR="00111C9E" w:rsidRPr="00784905" w:rsidRDefault="00111C9E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678267AD" w14:textId="77777777" w:rsidR="00111C9E" w:rsidRPr="00784905" w:rsidRDefault="00111C9E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388E9CF1" wp14:editId="5227ADFE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Communiqué de presse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Avril 2018</w:t>
    </w:r>
  </w:p>
  <w:p w14:paraId="10D05103" w14:textId="77777777" w:rsidR="00111C9E" w:rsidRPr="00ED07FE" w:rsidRDefault="00111C9E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22C0888E" w14:textId="77777777" w:rsidR="00111C9E" w:rsidRPr="00ED07FE" w:rsidRDefault="00111C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6pt;height:6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51DA7"/>
    <w:multiLevelType w:val="hybridMultilevel"/>
    <w:tmpl w:val="68981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726853"/>
    <w:multiLevelType w:val="hybridMultilevel"/>
    <w:tmpl w:val="0A3274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57FD3"/>
    <w:multiLevelType w:val="hybridMultilevel"/>
    <w:tmpl w:val="2908A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9B13B11"/>
    <w:multiLevelType w:val="hybridMultilevel"/>
    <w:tmpl w:val="9B5CA3F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3"/>
  </w:num>
  <w:num w:numId="5">
    <w:abstractNumId w:val="2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8"/>
  </w:num>
  <w:num w:numId="13">
    <w:abstractNumId w:val="14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07AEF"/>
    <w:rsid w:val="000135FF"/>
    <w:rsid w:val="000139CD"/>
    <w:rsid w:val="000173B4"/>
    <w:rsid w:val="0002119B"/>
    <w:rsid w:val="00021418"/>
    <w:rsid w:val="00022B5E"/>
    <w:rsid w:val="00022C64"/>
    <w:rsid w:val="00024FBA"/>
    <w:rsid w:val="00025056"/>
    <w:rsid w:val="00031A41"/>
    <w:rsid w:val="00033BED"/>
    <w:rsid w:val="00034AB8"/>
    <w:rsid w:val="00034FA2"/>
    <w:rsid w:val="00035BE9"/>
    <w:rsid w:val="00035D2E"/>
    <w:rsid w:val="00036D76"/>
    <w:rsid w:val="00037A0D"/>
    <w:rsid w:val="00037B54"/>
    <w:rsid w:val="00040CB7"/>
    <w:rsid w:val="00043B72"/>
    <w:rsid w:val="00043FCA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3C3"/>
    <w:rsid w:val="000673D9"/>
    <w:rsid w:val="0007006A"/>
    <w:rsid w:val="00070655"/>
    <w:rsid w:val="000711BF"/>
    <w:rsid w:val="000719DC"/>
    <w:rsid w:val="00072B28"/>
    <w:rsid w:val="0008032B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97392"/>
    <w:rsid w:val="000A0FC7"/>
    <w:rsid w:val="000A1580"/>
    <w:rsid w:val="000A5C02"/>
    <w:rsid w:val="000B1230"/>
    <w:rsid w:val="000B22A2"/>
    <w:rsid w:val="000B40D0"/>
    <w:rsid w:val="000B446D"/>
    <w:rsid w:val="000B60B5"/>
    <w:rsid w:val="000C2045"/>
    <w:rsid w:val="000C3323"/>
    <w:rsid w:val="000C4021"/>
    <w:rsid w:val="000C4324"/>
    <w:rsid w:val="000C4BD1"/>
    <w:rsid w:val="000C5608"/>
    <w:rsid w:val="000C6E00"/>
    <w:rsid w:val="000C75A7"/>
    <w:rsid w:val="000D144D"/>
    <w:rsid w:val="000D3CA5"/>
    <w:rsid w:val="000D6495"/>
    <w:rsid w:val="000D6598"/>
    <w:rsid w:val="000E1613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1C9E"/>
    <w:rsid w:val="0011516A"/>
    <w:rsid w:val="00117BB9"/>
    <w:rsid w:val="001209C8"/>
    <w:rsid w:val="001241FD"/>
    <w:rsid w:val="001260FA"/>
    <w:rsid w:val="00127A16"/>
    <w:rsid w:val="001315A3"/>
    <w:rsid w:val="0013206D"/>
    <w:rsid w:val="001334C2"/>
    <w:rsid w:val="00136BA5"/>
    <w:rsid w:val="00136C0C"/>
    <w:rsid w:val="00144B1A"/>
    <w:rsid w:val="0014561A"/>
    <w:rsid w:val="001464FA"/>
    <w:rsid w:val="00147148"/>
    <w:rsid w:val="00153CDD"/>
    <w:rsid w:val="0015442A"/>
    <w:rsid w:val="00157C99"/>
    <w:rsid w:val="001613C4"/>
    <w:rsid w:val="001628CE"/>
    <w:rsid w:val="00167B0A"/>
    <w:rsid w:val="00167BD4"/>
    <w:rsid w:val="001719DA"/>
    <w:rsid w:val="0017278D"/>
    <w:rsid w:val="001727DD"/>
    <w:rsid w:val="0017390C"/>
    <w:rsid w:val="00173B93"/>
    <w:rsid w:val="001740C5"/>
    <w:rsid w:val="00175F75"/>
    <w:rsid w:val="001765EF"/>
    <w:rsid w:val="00182CF8"/>
    <w:rsid w:val="00183215"/>
    <w:rsid w:val="001836F6"/>
    <w:rsid w:val="00184DA8"/>
    <w:rsid w:val="00185201"/>
    <w:rsid w:val="00190DBE"/>
    <w:rsid w:val="00191F80"/>
    <w:rsid w:val="001926C5"/>
    <w:rsid w:val="0019579C"/>
    <w:rsid w:val="0019795D"/>
    <w:rsid w:val="001A2726"/>
    <w:rsid w:val="001A2856"/>
    <w:rsid w:val="001A2AAA"/>
    <w:rsid w:val="001A30F6"/>
    <w:rsid w:val="001A4E26"/>
    <w:rsid w:val="001A6968"/>
    <w:rsid w:val="001A7894"/>
    <w:rsid w:val="001A7919"/>
    <w:rsid w:val="001B21D7"/>
    <w:rsid w:val="001B2D07"/>
    <w:rsid w:val="001B3804"/>
    <w:rsid w:val="001B4151"/>
    <w:rsid w:val="001B4779"/>
    <w:rsid w:val="001C1D2C"/>
    <w:rsid w:val="001C3FC0"/>
    <w:rsid w:val="001C5CDA"/>
    <w:rsid w:val="001C6A05"/>
    <w:rsid w:val="001C7243"/>
    <w:rsid w:val="001C7B29"/>
    <w:rsid w:val="001D47AB"/>
    <w:rsid w:val="001D5113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203B3B"/>
    <w:rsid w:val="00203F8E"/>
    <w:rsid w:val="002109DD"/>
    <w:rsid w:val="00212200"/>
    <w:rsid w:val="002132EE"/>
    <w:rsid w:val="002138A7"/>
    <w:rsid w:val="002151CE"/>
    <w:rsid w:val="00217FE3"/>
    <w:rsid w:val="00223379"/>
    <w:rsid w:val="002275F4"/>
    <w:rsid w:val="00230F19"/>
    <w:rsid w:val="002317FA"/>
    <w:rsid w:val="00232719"/>
    <w:rsid w:val="002336A6"/>
    <w:rsid w:val="00234911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4BCB"/>
    <w:rsid w:val="0027661D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A82"/>
    <w:rsid w:val="00293B16"/>
    <w:rsid w:val="00293DF9"/>
    <w:rsid w:val="002A31D3"/>
    <w:rsid w:val="002A4AB4"/>
    <w:rsid w:val="002A728B"/>
    <w:rsid w:val="002B00D6"/>
    <w:rsid w:val="002B1B89"/>
    <w:rsid w:val="002B3CE2"/>
    <w:rsid w:val="002B687E"/>
    <w:rsid w:val="002B7997"/>
    <w:rsid w:val="002C1D53"/>
    <w:rsid w:val="002C23E9"/>
    <w:rsid w:val="002C2C4B"/>
    <w:rsid w:val="002C4B4C"/>
    <w:rsid w:val="002C642D"/>
    <w:rsid w:val="002C7695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2CEE"/>
    <w:rsid w:val="002E3934"/>
    <w:rsid w:val="002E45F6"/>
    <w:rsid w:val="002E5897"/>
    <w:rsid w:val="002E5FAA"/>
    <w:rsid w:val="002E73B9"/>
    <w:rsid w:val="002F0476"/>
    <w:rsid w:val="002F21EE"/>
    <w:rsid w:val="002F31D0"/>
    <w:rsid w:val="002F353B"/>
    <w:rsid w:val="002F69AA"/>
    <w:rsid w:val="002F70C0"/>
    <w:rsid w:val="003000DF"/>
    <w:rsid w:val="003000FD"/>
    <w:rsid w:val="0030125C"/>
    <w:rsid w:val="00303BD8"/>
    <w:rsid w:val="00304874"/>
    <w:rsid w:val="0030576B"/>
    <w:rsid w:val="0031015A"/>
    <w:rsid w:val="00312ABD"/>
    <w:rsid w:val="00317840"/>
    <w:rsid w:val="00317C78"/>
    <w:rsid w:val="00322B50"/>
    <w:rsid w:val="00323990"/>
    <w:rsid w:val="00325EF9"/>
    <w:rsid w:val="0032729F"/>
    <w:rsid w:val="00327F9E"/>
    <w:rsid w:val="00331BF9"/>
    <w:rsid w:val="00332D13"/>
    <w:rsid w:val="00333A64"/>
    <w:rsid w:val="0033536A"/>
    <w:rsid w:val="003377B3"/>
    <w:rsid w:val="00340AE1"/>
    <w:rsid w:val="00350B48"/>
    <w:rsid w:val="00351471"/>
    <w:rsid w:val="00353F4E"/>
    <w:rsid w:val="0035424A"/>
    <w:rsid w:val="00354F8D"/>
    <w:rsid w:val="00355A7E"/>
    <w:rsid w:val="0035741D"/>
    <w:rsid w:val="003621E4"/>
    <w:rsid w:val="00363EEC"/>
    <w:rsid w:val="00367BDF"/>
    <w:rsid w:val="00367CA7"/>
    <w:rsid w:val="0037369E"/>
    <w:rsid w:val="00373BC6"/>
    <w:rsid w:val="00375C81"/>
    <w:rsid w:val="00377377"/>
    <w:rsid w:val="003848AB"/>
    <w:rsid w:val="003848D9"/>
    <w:rsid w:val="00385308"/>
    <w:rsid w:val="0038799E"/>
    <w:rsid w:val="00387BBA"/>
    <w:rsid w:val="003904D0"/>
    <w:rsid w:val="00390DFE"/>
    <w:rsid w:val="0039280B"/>
    <w:rsid w:val="003952ED"/>
    <w:rsid w:val="00397880"/>
    <w:rsid w:val="00397B03"/>
    <w:rsid w:val="003A15A8"/>
    <w:rsid w:val="003A234E"/>
    <w:rsid w:val="003A5258"/>
    <w:rsid w:val="003A68A5"/>
    <w:rsid w:val="003B21BC"/>
    <w:rsid w:val="003B68C3"/>
    <w:rsid w:val="003C293E"/>
    <w:rsid w:val="003C2A8B"/>
    <w:rsid w:val="003C4387"/>
    <w:rsid w:val="003C7990"/>
    <w:rsid w:val="003C79B5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6459"/>
    <w:rsid w:val="003F696E"/>
    <w:rsid w:val="003F7472"/>
    <w:rsid w:val="00403713"/>
    <w:rsid w:val="00404DF2"/>
    <w:rsid w:val="0040514B"/>
    <w:rsid w:val="00405E18"/>
    <w:rsid w:val="00406714"/>
    <w:rsid w:val="00406C52"/>
    <w:rsid w:val="00407D87"/>
    <w:rsid w:val="00411B78"/>
    <w:rsid w:val="00412077"/>
    <w:rsid w:val="004136F3"/>
    <w:rsid w:val="00413EA6"/>
    <w:rsid w:val="004140FA"/>
    <w:rsid w:val="004222C6"/>
    <w:rsid w:val="0042506F"/>
    <w:rsid w:val="004251A3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E44"/>
    <w:rsid w:val="00441F55"/>
    <w:rsid w:val="0044262D"/>
    <w:rsid w:val="004427CB"/>
    <w:rsid w:val="004446F4"/>
    <w:rsid w:val="00445D24"/>
    <w:rsid w:val="00446BF8"/>
    <w:rsid w:val="004479D3"/>
    <w:rsid w:val="00447A13"/>
    <w:rsid w:val="00452E7A"/>
    <w:rsid w:val="00453C8A"/>
    <w:rsid w:val="00454ED0"/>
    <w:rsid w:val="00455B69"/>
    <w:rsid w:val="004621C0"/>
    <w:rsid w:val="00463049"/>
    <w:rsid w:val="004632C8"/>
    <w:rsid w:val="00463B55"/>
    <w:rsid w:val="00465557"/>
    <w:rsid w:val="00467A1D"/>
    <w:rsid w:val="00471E48"/>
    <w:rsid w:val="00472161"/>
    <w:rsid w:val="00472F4F"/>
    <w:rsid w:val="004732A8"/>
    <w:rsid w:val="004744ED"/>
    <w:rsid w:val="00476A33"/>
    <w:rsid w:val="0048011F"/>
    <w:rsid w:val="004810FE"/>
    <w:rsid w:val="004811EC"/>
    <w:rsid w:val="004816D8"/>
    <w:rsid w:val="00481D9E"/>
    <w:rsid w:val="00483990"/>
    <w:rsid w:val="00485CC3"/>
    <w:rsid w:val="004A0295"/>
    <w:rsid w:val="004A2086"/>
    <w:rsid w:val="004A36FC"/>
    <w:rsid w:val="004A5FB7"/>
    <w:rsid w:val="004A623C"/>
    <w:rsid w:val="004A63A5"/>
    <w:rsid w:val="004A6E51"/>
    <w:rsid w:val="004A7319"/>
    <w:rsid w:val="004B0DF2"/>
    <w:rsid w:val="004B282F"/>
    <w:rsid w:val="004B2C98"/>
    <w:rsid w:val="004B6F41"/>
    <w:rsid w:val="004B7A27"/>
    <w:rsid w:val="004C17FF"/>
    <w:rsid w:val="004C48C0"/>
    <w:rsid w:val="004C5DF7"/>
    <w:rsid w:val="004C6C61"/>
    <w:rsid w:val="004D11E3"/>
    <w:rsid w:val="004D222D"/>
    <w:rsid w:val="004D358A"/>
    <w:rsid w:val="004D3A6E"/>
    <w:rsid w:val="004D6866"/>
    <w:rsid w:val="004D7F9E"/>
    <w:rsid w:val="004E1250"/>
    <w:rsid w:val="004E26C3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4F7F97"/>
    <w:rsid w:val="005016A7"/>
    <w:rsid w:val="00501844"/>
    <w:rsid w:val="00510AB1"/>
    <w:rsid w:val="00511BB4"/>
    <w:rsid w:val="00512ACA"/>
    <w:rsid w:val="00514CB5"/>
    <w:rsid w:val="005166FE"/>
    <w:rsid w:val="005175A3"/>
    <w:rsid w:val="005235C3"/>
    <w:rsid w:val="005241AC"/>
    <w:rsid w:val="00526A01"/>
    <w:rsid w:val="00527F69"/>
    <w:rsid w:val="005315E5"/>
    <w:rsid w:val="00531F5E"/>
    <w:rsid w:val="00532D88"/>
    <w:rsid w:val="00532E82"/>
    <w:rsid w:val="005345D1"/>
    <w:rsid w:val="005359C4"/>
    <w:rsid w:val="00536A7C"/>
    <w:rsid w:val="00540FC0"/>
    <w:rsid w:val="005445FB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83CBD"/>
    <w:rsid w:val="00590C6E"/>
    <w:rsid w:val="005922AD"/>
    <w:rsid w:val="00592B28"/>
    <w:rsid w:val="0059413B"/>
    <w:rsid w:val="00594AD0"/>
    <w:rsid w:val="005951D3"/>
    <w:rsid w:val="00597648"/>
    <w:rsid w:val="005A0FAB"/>
    <w:rsid w:val="005A1303"/>
    <w:rsid w:val="005A2482"/>
    <w:rsid w:val="005A295C"/>
    <w:rsid w:val="005A3296"/>
    <w:rsid w:val="005A4E89"/>
    <w:rsid w:val="005A5D7F"/>
    <w:rsid w:val="005B0571"/>
    <w:rsid w:val="005B2578"/>
    <w:rsid w:val="005B37B8"/>
    <w:rsid w:val="005B4B7E"/>
    <w:rsid w:val="005B6197"/>
    <w:rsid w:val="005C1299"/>
    <w:rsid w:val="005C51A2"/>
    <w:rsid w:val="005C63F9"/>
    <w:rsid w:val="005D025A"/>
    <w:rsid w:val="005D0307"/>
    <w:rsid w:val="005D2486"/>
    <w:rsid w:val="005D3999"/>
    <w:rsid w:val="005D7352"/>
    <w:rsid w:val="005E29A0"/>
    <w:rsid w:val="005E54DF"/>
    <w:rsid w:val="005F3AF4"/>
    <w:rsid w:val="005F3BA9"/>
    <w:rsid w:val="005F486A"/>
    <w:rsid w:val="005F7164"/>
    <w:rsid w:val="005F71A8"/>
    <w:rsid w:val="005F7BCA"/>
    <w:rsid w:val="006011C3"/>
    <w:rsid w:val="00602AE0"/>
    <w:rsid w:val="0060461A"/>
    <w:rsid w:val="00606042"/>
    <w:rsid w:val="00606934"/>
    <w:rsid w:val="00607D91"/>
    <w:rsid w:val="00610D4A"/>
    <w:rsid w:val="00611EB6"/>
    <w:rsid w:val="00611FE7"/>
    <w:rsid w:val="00612601"/>
    <w:rsid w:val="006152A0"/>
    <w:rsid w:val="00621E0E"/>
    <w:rsid w:val="00622EDB"/>
    <w:rsid w:val="006232B8"/>
    <w:rsid w:val="006260D2"/>
    <w:rsid w:val="0062662D"/>
    <w:rsid w:val="00633B3D"/>
    <w:rsid w:val="00635CD5"/>
    <w:rsid w:val="00636720"/>
    <w:rsid w:val="00636E1B"/>
    <w:rsid w:val="00637E07"/>
    <w:rsid w:val="00640FB8"/>
    <w:rsid w:val="006436D4"/>
    <w:rsid w:val="00643BD6"/>
    <w:rsid w:val="00643E16"/>
    <w:rsid w:val="006456A1"/>
    <w:rsid w:val="00645DA9"/>
    <w:rsid w:val="0064603E"/>
    <w:rsid w:val="0065609B"/>
    <w:rsid w:val="00656955"/>
    <w:rsid w:val="00662278"/>
    <w:rsid w:val="00662BC3"/>
    <w:rsid w:val="006634BE"/>
    <w:rsid w:val="00665ECE"/>
    <w:rsid w:val="0066791B"/>
    <w:rsid w:val="00670437"/>
    <w:rsid w:val="0067206C"/>
    <w:rsid w:val="006732FB"/>
    <w:rsid w:val="006752F3"/>
    <w:rsid w:val="0067542B"/>
    <w:rsid w:val="00675ABA"/>
    <w:rsid w:val="006818D9"/>
    <w:rsid w:val="00682815"/>
    <w:rsid w:val="0068375D"/>
    <w:rsid w:val="006837ED"/>
    <w:rsid w:val="0068490A"/>
    <w:rsid w:val="00686338"/>
    <w:rsid w:val="0069258E"/>
    <w:rsid w:val="00692713"/>
    <w:rsid w:val="00694375"/>
    <w:rsid w:val="006962B3"/>
    <w:rsid w:val="00696331"/>
    <w:rsid w:val="006A2468"/>
    <w:rsid w:val="006A3DB1"/>
    <w:rsid w:val="006A43FF"/>
    <w:rsid w:val="006B1CD2"/>
    <w:rsid w:val="006B3987"/>
    <w:rsid w:val="006B4197"/>
    <w:rsid w:val="006C257C"/>
    <w:rsid w:val="006C3113"/>
    <w:rsid w:val="006C3642"/>
    <w:rsid w:val="006C3F97"/>
    <w:rsid w:val="006C606B"/>
    <w:rsid w:val="006D0E0F"/>
    <w:rsid w:val="006D1938"/>
    <w:rsid w:val="006D533D"/>
    <w:rsid w:val="006D581B"/>
    <w:rsid w:val="006D5D81"/>
    <w:rsid w:val="006D6D43"/>
    <w:rsid w:val="006D7111"/>
    <w:rsid w:val="006D7685"/>
    <w:rsid w:val="006E08CC"/>
    <w:rsid w:val="006E3762"/>
    <w:rsid w:val="006E5A44"/>
    <w:rsid w:val="006E5E1D"/>
    <w:rsid w:val="006F035F"/>
    <w:rsid w:val="006F19E1"/>
    <w:rsid w:val="006F5A7D"/>
    <w:rsid w:val="006F5FAE"/>
    <w:rsid w:val="0070137A"/>
    <w:rsid w:val="00701586"/>
    <w:rsid w:val="00702707"/>
    <w:rsid w:val="007028AD"/>
    <w:rsid w:val="00703401"/>
    <w:rsid w:val="007035EF"/>
    <w:rsid w:val="00705033"/>
    <w:rsid w:val="00705A92"/>
    <w:rsid w:val="00705B55"/>
    <w:rsid w:val="00705C78"/>
    <w:rsid w:val="0070701C"/>
    <w:rsid w:val="00710AE8"/>
    <w:rsid w:val="0071215C"/>
    <w:rsid w:val="00714409"/>
    <w:rsid w:val="007160C3"/>
    <w:rsid w:val="0071713F"/>
    <w:rsid w:val="0071785A"/>
    <w:rsid w:val="007233A3"/>
    <w:rsid w:val="00726E31"/>
    <w:rsid w:val="00733866"/>
    <w:rsid w:val="00733AE8"/>
    <w:rsid w:val="0073537C"/>
    <w:rsid w:val="00736BF6"/>
    <w:rsid w:val="00741BAC"/>
    <w:rsid w:val="00744732"/>
    <w:rsid w:val="0074559A"/>
    <w:rsid w:val="00747880"/>
    <w:rsid w:val="00751D3B"/>
    <w:rsid w:val="007521A5"/>
    <w:rsid w:val="00766A58"/>
    <w:rsid w:val="00766F67"/>
    <w:rsid w:val="00773CE3"/>
    <w:rsid w:val="0077424E"/>
    <w:rsid w:val="00775F7E"/>
    <w:rsid w:val="007765F2"/>
    <w:rsid w:val="00777C47"/>
    <w:rsid w:val="007812CE"/>
    <w:rsid w:val="007828CA"/>
    <w:rsid w:val="0078390E"/>
    <w:rsid w:val="007846C9"/>
    <w:rsid w:val="00784905"/>
    <w:rsid w:val="007858D9"/>
    <w:rsid w:val="00786FC1"/>
    <w:rsid w:val="0079021D"/>
    <w:rsid w:val="00791894"/>
    <w:rsid w:val="00791FAA"/>
    <w:rsid w:val="00792473"/>
    <w:rsid w:val="007940EC"/>
    <w:rsid w:val="00794831"/>
    <w:rsid w:val="007970FE"/>
    <w:rsid w:val="007972F0"/>
    <w:rsid w:val="007A1190"/>
    <w:rsid w:val="007A134D"/>
    <w:rsid w:val="007A79D5"/>
    <w:rsid w:val="007A7A0B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3712"/>
    <w:rsid w:val="007F3DC1"/>
    <w:rsid w:val="007F5615"/>
    <w:rsid w:val="007F7C83"/>
    <w:rsid w:val="008030AF"/>
    <w:rsid w:val="00804E92"/>
    <w:rsid w:val="00806271"/>
    <w:rsid w:val="00812203"/>
    <w:rsid w:val="00813C1D"/>
    <w:rsid w:val="008159AE"/>
    <w:rsid w:val="00816616"/>
    <w:rsid w:val="008202C9"/>
    <w:rsid w:val="00827037"/>
    <w:rsid w:val="00831C44"/>
    <w:rsid w:val="00832DAE"/>
    <w:rsid w:val="008356C7"/>
    <w:rsid w:val="00836120"/>
    <w:rsid w:val="00836574"/>
    <w:rsid w:val="00837A78"/>
    <w:rsid w:val="008410A5"/>
    <w:rsid w:val="00842F64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49D5"/>
    <w:rsid w:val="0085566F"/>
    <w:rsid w:val="008562F4"/>
    <w:rsid w:val="0085761A"/>
    <w:rsid w:val="00863147"/>
    <w:rsid w:val="00865779"/>
    <w:rsid w:val="00865F4B"/>
    <w:rsid w:val="008665CE"/>
    <w:rsid w:val="00867F39"/>
    <w:rsid w:val="00873289"/>
    <w:rsid w:val="008745E3"/>
    <w:rsid w:val="0087543C"/>
    <w:rsid w:val="00880254"/>
    <w:rsid w:val="0088102A"/>
    <w:rsid w:val="00881BD0"/>
    <w:rsid w:val="00883674"/>
    <w:rsid w:val="00884397"/>
    <w:rsid w:val="008844D5"/>
    <w:rsid w:val="00884548"/>
    <w:rsid w:val="00891B7A"/>
    <w:rsid w:val="0089412C"/>
    <w:rsid w:val="0089422C"/>
    <w:rsid w:val="008955C3"/>
    <w:rsid w:val="00897671"/>
    <w:rsid w:val="008A147F"/>
    <w:rsid w:val="008A41AB"/>
    <w:rsid w:val="008A465A"/>
    <w:rsid w:val="008A4A9E"/>
    <w:rsid w:val="008A563D"/>
    <w:rsid w:val="008A5FD8"/>
    <w:rsid w:val="008A60D7"/>
    <w:rsid w:val="008A69B5"/>
    <w:rsid w:val="008A73F7"/>
    <w:rsid w:val="008A79E5"/>
    <w:rsid w:val="008B19B6"/>
    <w:rsid w:val="008B366D"/>
    <w:rsid w:val="008B3F76"/>
    <w:rsid w:val="008B65FD"/>
    <w:rsid w:val="008C5446"/>
    <w:rsid w:val="008C6146"/>
    <w:rsid w:val="008C6A45"/>
    <w:rsid w:val="008C6B03"/>
    <w:rsid w:val="008D4008"/>
    <w:rsid w:val="008D4924"/>
    <w:rsid w:val="008D4C0B"/>
    <w:rsid w:val="008D5AA4"/>
    <w:rsid w:val="008D78A3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36B7"/>
    <w:rsid w:val="00905120"/>
    <w:rsid w:val="00906DCB"/>
    <w:rsid w:val="00907447"/>
    <w:rsid w:val="009117D3"/>
    <w:rsid w:val="00916514"/>
    <w:rsid w:val="00916DC6"/>
    <w:rsid w:val="009202D9"/>
    <w:rsid w:val="00920334"/>
    <w:rsid w:val="009204D7"/>
    <w:rsid w:val="009215C2"/>
    <w:rsid w:val="0092199E"/>
    <w:rsid w:val="00922F8D"/>
    <w:rsid w:val="009241F4"/>
    <w:rsid w:val="0093196A"/>
    <w:rsid w:val="00932302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0A49"/>
    <w:rsid w:val="00951877"/>
    <w:rsid w:val="009536A2"/>
    <w:rsid w:val="00955DA3"/>
    <w:rsid w:val="00960D32"/>
    <w:rsid w:val="00962410"/>
    <w:rsid w:val="009652FE"/>
    <w:rsid w:val="00965CAE"/>
    <w:rsid w:val="00965F5E"/>
    <w:rsid w:val="009666C4"/>
    <w:rsid w:val="00970933"/>
    <w:rsid w:val="00973152"/>
    <w:rsid w:val="00973264"/>
    <w:rsid w:val="00980CD0"/>
    <w:rsid w:val="0098197E"/>
    <w:rsid w:val="00985802"/>
    <w:rsid w:val="00987861"/>
    <w:rsid w:val="00987EBD"/>
    <w:rsid w:val="00987FE9"/>
    <w:rsid w:val="00991E59"/>
    <w:rsid w:val="00993010"/>
    <w:rsid w:val="009932D4"/>
    <w:rsid w:val="00994CCB"/>
    <w:rsid w:val="00995166"/>
    <w:rsid w:val="0099596B"/>
    <w:rsid w:val="0099666D"/>
    <w:rsid w:val="00996BA6"/>
    <w:rsid w:val="00997EF4"/>
    <w:rsid w:val="009A0792"/>
    <w:rsid w:val="009A11CB"/>
    <w:rsid w:val="009A1C02"/>
    <w:rsid w:val="009A1D02"/>
    <w:rsid w:val="009A1D4B"/>
    <w:rsid w:val="009A2034"/>
    <w:rsid w:val="009A2B39"/>
    <w:rsid w:val="009A2BA0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EAC"/>
    <w:rsid w:val="009D0704"/>
    <w:rsid w:val="009D24C2"/>
    <w:rsid w:val="009E05AF"/>
    <w:rsid w:val="009E759D"/>
    <w:rsid w:val="009F076E"/>
    <w:rsid w:val="009F1389"/>
    <w:rsid w:val="009F1940"/>
    <w:rsid w:val="009F6BD9"/>
    <w:rsid w:val="00A007D3"/>
    <w:rsid w:val="00A02977"/>
    <w:rsid w:val="00A040BA"/>
    <w:rsid w:val="00A05845"/>
    <w:rsid w:val="00A06284"/>
    <w:rsid w:val="00A1057C"/>
    <w:rsid w:val="00A1079F"/>
    <w:rsid w:val="00A163FD"/>
    <w:rsid w:val="00A16440"/>
    <w:rsid w:val="00A16897"/>
    <w:rsid w:val="00A16D8C"/>
    <w:rsid w:val="00A2149C"/>
    <w:rsid w:val="00A25DF2"/>
    <w:rsid w:val="00A271BC"/>
    <w:rsid w:val="00A32797"/>
    <w:rsid w:val="00A32DF6"/>
    <w:rsid w:val="00A338CB"/>
    <w:rsid w:val="00A36D08"/>
    <w:rsid w:val="00A41C26"/>
    <w:rsid w:val="00A4319D"/>
    <w:rsid w:val="00A4396F"/>
    <w:rsid w:val="00A46181"/>
    <w:rsid w:val="00A46417"/>
    <w:rsid w:val="00A466AC"/>
    <w:rsid w:val="00A47399"/>
    <w:rsid w:val="00A47C18"/>
    <w:rsid w:val="00A516D6"/>
    <w:rsid w:val="00A54E36"/>
    <w:rsid w:val="00A55417"/>
    <w:rsid w:val="00A62C68"/>
    <w:rsid w:val="00A65FC6"/>
    <w:rsid w:val="00A701FC"/>
    <w:rsid w:val="00A72447"/>
    <w:rsid w:val="00A73B6C"/>
    <w:rsid w:val="00A73D4E"/>
    <w:rsid w:val="00A73EED"/>
    <w:rsid w:val="00A76889"/>
    <w:rsid w:val="00A83C4A"/>
    <w:rsid w:val="00A83EF3"/>
    <w:rsid w:val="00A85F00"/>
    <w:rsid w:val="00A86990"/>
    <w:rsid w:val="00A8706B"/>
    <w:rsid w:val="00A87396"/>
    <w:rsid w:val="00A91019"/>
    <w:rsid w:val="00A91763"/>
    <w:rsid w:val="00A9268B"/>
    <w:rsid w:val="00A92817"/>
    <w:rsid w:val="00AA07D2"/>
    <w:rsid w:val="00AA08E4"/>
    <w:rsid w:val="00AA14A8"/>
    <w:rsid w:val="00AA377D"/>
    <w:rsid w:val="00AA3FC0"/>
    <w:rsid w:val="00AA7C59"/>
    <w:rsid w:val="00AA7DBD"/>
    <w:rsid w:val="00AB2306"/>
    <w:rsid w:val="00AB3ABE"/>
    <w:rsid w:val="00AB460F"/>
    <w:rsid w:val="00AC0033"/>
    <w:rsid w:val="00AC04BF"/>
    <w:rsid w:val="00AC2175"/>
    <w:rsid w:val="00AC3206"/>
    <w:rsid w:val="00AC357F"/>
    <w:rsid w:val="00AD14CD"/>
    <w:rsid w:val="00AD5D23"/>
    <w:rsid w:val="00AD5DF6"/>
    <w:rsid w:val="00AD5E4D"/>
    <w:rsid w:val="00AD5E78"/>
    <w:rsid w:val="00AD65D1"/>
    <w:rsid w:val="00AD690A"/>
    <w:rsid w:val="00AD6C76"/>
    <w:rsid w:val="00AD6D01"/>
    <w:rsid w:val="00AE452E"/>
    <w:rsid w:val="00AE71CB"/>
    <w:rsid w:val="00AE7236"/>
    <w:rsid w:val="00AF14E4"/>
    <w:rsid w:val="00AF4F13"/>
    <w:rsid w:val="00AF5F95"/>
    <w:rsid w:val="00AF6D79"/>
    <w:rsid w:val="00B01EEA"/>
    <w:rsid w:val="00B0677F"/>
    <w:rsid w:val="00B07129"/>
    <w:rsid w:val="00B10105"/>
    <w:rsid w:val="00B11321"/>
    <w:rsid w:val="00B11901"/>
    <w:rsid w:val="00B12D8E"/>
    <w:rsid w:val="00B12DEF"/>
    <w:rsid w:val="00B14C63"/>
    <w:rsid w:val="00B14EAF"/>
    <w:rsid w:val="00B16460"/>
    <w:rsid w:val="00B25FC8"/>
    <w:rsid w:val="00B30CA0"/>
    <w:rsid w:val="00B32743"/>
    <w:rsid w:val="00B35511"/>
    <w:rsid w:val="00B37914"/>
    <w:rsid w:val="00B44AD0"/>
    <w:rsid w:val="00B46D84"/>
    <w:rsid w:val="00B47D07"/>
    <w:rsid w:val="00B53523"/>
    <w:rsid w:val="00B548BF"/>
    <w:rsid w:val="00B54BB7"/>
    <w:rsid w:val="00B55402"/>
    <w:rsid w:val="00B61646"/>
    <w:rsid w:val="00B6424E"/>
    <w:rsid w:val="00B71590"/>
    <w:rsid w:val="00B73036"/>
    <w:rsid w:val="00B73D1D"/>
    <w:rsid w:val="00B7420A"/>
    <w:rsid w:val="00B742A1"/>
    <w:rsid w:val="00B74D41"/>
    <w:rsid w:val="00B74FA5"/>
    <w:rsid w:val="00B76F88"/>
    <w:rsid w:val="00B80392"/>
    <w:rsid w:val="00B818B0"/>
    <w:rsid w:val="00B83142"/>
    <w:rsid w:val="00B831F8"/>
    <w:rsid w:val="00B85735"/>
    <w:rsid w:val="00B91EE1"/>
    <w:rsid w:val="00B92811"/>
    <w:rsid w:val="00B92B85"/>
    <w:rsid w:val="00B94556"/>
    <w:rsid w:val="00B95FDC"/>
    <w:rsid w:val="00BA0D5F"/>
    <w:rsid w:val="00BA340F"/>
    <w:rsid w:val="00BA4CB2"/>
    <w:rsid w:val="00BA512A"/>
    <w:rsid w:val="00BA6850"/>
    <w:rsid w:val="00BB48F1"/>
    <w:rsid w:val="00BB49A4"/>
    <w:rsid w:val="00BB5116"/>
    <w:rsid w:val="00BC1947"/>
    <w:rsid w:val="00BC4AD3"/>
    <w:rsid w:val="00BD0A73"/>
    <w:rsid w:val="00BD169D"/>
    <w:rsid w:val="00BD2AF4"/>
    <w:rsid w:val="00BD411B"/>
    <w:rsid w:val="00BD490C"/>
    <w:rsid w:val="00BD4BC2"/>
    <w:rsid w:val="00BD702E"/>
    <w:rsid w:val="00BD7225"/>
    <w:rsid w:val="00BD76CF"/>
    <w:rsid w:val="00BE0AD0"/>
    <w:rsid w:val="00BE6FA9"/>
    <w:rsid w:val="00BF0C55"/>
    <w:rsid w:val="00BF1133"/>
    <w:rsid w:val="00BF14C4"/>
    <w:rsid w:val="00BF2AF6"/>
    <w:rsid w:val="00BF36D0"/>
    <w:rsid w:val="00BF6912"/>
    <w:rsid w:val="00BF6B0B"/>
    <w:rsid w:val="00BF780D"/>
    <w:rsid w:val="00C04131"/>
    <w:rsid w:val="00C123BF"/>
    <w:rsid w:val="00C127E7"/>
    <w:rsid w:val="00C13F3A"/>
    <w:rsid w:val="00C14A33"/>
    <w:rsid w:val="00C14CCA"/>
    <w:rsid w:val="00C14E39"/>
    <w:rsid w:val="00C20CC3"/>
    <w:rsid w:val="00C21E7B"/>
    <w:rsid w:val="00C232AC"/>
    <w:rsid w:val="00C23D3C"/>
    <w:rsid w:val="00C25872"/>
    <w:rsid w:val="00C27298"/>
    <w:rsid w:val="00C27343"/>
    <w:rsid w:val="00C27972"/>
    <w:rsid w:val="00C30880"/>
    <w:rsid w:val="00C31570"/>
    <w:rsid w:val="00C31614"/>
    <w:rsid w:val="00C31E50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0223"/>
    <w:rsid w:val="00C51923"/>
    <w:rsid w:val="00C51AE5"/>
    <w:rsid w:val="00C52027"/>
    <w:rsid w:val="00C5721A"/>
    <w:rsid w:val="00C60876"/>
    <w:rsid w:val="00C6106A"/>
    <w:rsid w:val="00C61D19"/>
    <w:rsid w:val="00C6278A"/>
    <w:rsid w:val="00C6400D"/>
    <w:rsid w:val="00C675E0"/>
    <w:rsid w:val="00C67800"/>
    <w:rsid w:val="00C76397"/>
    <w:rsid w:val="00C770BB"/>
    <w:rsid w:val="00C82A83"/>
    <w:rsid w:val="00C8510F"/>
    <w:rsid w:val="00C8567C"/>
    <w:rsid w:val="00C87B11"/>
    <w:rsid w:val="00C87D31"/>
    <w:rsid w:val="00C914B0"/>
    <w:rsid w:val="00C91B6F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D2B"/>
    <w:rsid w:val="00CA490D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3B56"/>
    <w:rsid w:val="00CE456F"/>
    <w:rsid w:val="00CE51F4"/>
    <w:rsid w:val="00CF0F68"/>
    <w:rsid w:val="00CF3B31"/>
    <w:rsid w:val="00CF3C95"/>
    <w:rsid w:val="00D0134B"/>
    <w:rsid w:val="00D05456"/>
    <w:rsid w:val="00D06AB0"/>
    <w:rsid w:val="00D1177F"/>
    <w:rsid w:val="00D1249E"/>
    <w:rsid w:val="00D14396"/>
    <w:rsid w:val="00D1440E"/>
    <w:rsid w:val="00D16EEF"/>
    <w:rsid w:val="00D17B67"/>
    <w:rsid w:val="00D17FAD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65C5"/>
    <w:rsid w:val="00D508AE"/>
    <w:rsid w:val="00D52EFF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0CE1"/>
    <w:rsid w:val="00D80E95"/>
    <w:rsid w:val="00D82AAD"/>
    <w:rsid w:val="00D8398A"/>
    <w:rsid w:val="00D85472"/>
    <w:rsid w:val="00D875DE"/>
    <w:rsid w:val="00D90341"/>
    <w:rsid w:val="00D90960"/>
    <w:rsid w:val="00D91B51"/>
    <w:rsid w:val="00D932CC"/>
    <w:rsid w:val="00D93B3B"/>
    <w:rsid w:val="00D95698"/>
    <w:rsid w:val="00D965B9"/>
    <w:rsid w:val="00D97FB6"/>
    <w:rsid w:val="00DA3856"/>
    <w:rsid w:val="00DA48E2"/>
    <w:rsid w:val="00DA4CA9"/>
    <w:rsid w:val="00DA6B04"/>
    <w:rsid w:val="00DB1DD7"/>
    <w:rsid w:val="00DB360F"/>
    <w:rsid w:val="00DB4033"/>
    <w:rsid w:val="00DB4590"/>
    <w:rsid w:val="00DB5EB9"/>
    <w:rsid w:val="00DB6937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0522"/>
    <w:rsid w:val="00DE110C"/>
    <w:rsid w:val="00DE15F4"/>
    <w:rsid w:val="00DE180F"/>
    <w:rsid w:val="00DE464E"/>
    <w:rsid w:val="00DE50A6"/>
    <w:rsid w:val="00DE5C50"/>
    <w:rsid w:val="00DF021C"/>
    <w:rsid w:val="00DF3355"/>
    <w:rsid w:val="00DF5069"/>
    <w:rsid w:val="00DF587C"/>
    <w:rsid w:val="00DF7DC7"/>
    <w:rsid w:val="00E03A87"/>
    <w:rsid w:val="00E062FD"/>
    <w:rsid w:val="00E066F8"/>
    <w:rsid w:val="00E06E03"/>
    <w:rsid w:val="00E1174D"/>
    <w:rsid w:val="00E12612"/>
    <w:rsid w:val="00E1336E"/>
    <w:rsid w:val="00E143AA"/>
    <w:rsid w:val="00E15D39"/>
    <w:rsid w:val="00E17BD4"/>
    <w:rsid w:val="00E212E5"/>
    <w:rsid w:val="00E2225A"/>
    <w:rsid w:val="00E26EC0"/>
    <w:rsid w:val="00E26F7D"/>
    <w:rsid w:val="00E3114E"/>
    <w:rsid w:val="00E3212D"/>
    <w:rsid w:val="00E32AFF"/>
    <w:rsid w:val="00E33139"/>
    <w:rsid w:val="00E33148"/>
    <w:rsid w:val="00E33416"/>
    <w:rsid w:val="00E35CD7"/>
    <w:rsid w:val="00E36AC1"/>
    <w:rsid w:val="00E374E6"/>
    <w:rsid w:val="00E42BCF"/>
    <w:rsid w:val="00E453DA"/>
    <w:rsid w:val="00E465D2"/>
    <w:rsid w:val="00E470EC"/>
    <w:rsid w:val="00E52BFA"/>
    <w:rsid w:val="00E557C0"/>
    <w:rsid w:val="00E56829"/>
    <w:rsid w:val="00E56ECD"/>
    <w:rsid w:val="00E5722D"/>
    <w:rsid w:val="00E57879"/>
    <w:rsid w:val="00E6127C"/>
    <w:rsid w:val="00E61AFF"/>
    <w:rsid w:val="00E678B7"/>
    <w:rsid w:val="00E71213"/>
    <w:rsid w:val="00E717DA"/>
    <w:rsid w:val="00E720E3"/>
    <w:rsid w:val="00E726C6"/>
    <w:rsid w:val="00E73211"/>
    <w:rsid w:val="00E74648"/>
    <w:rsid w:val="00E761EA"/>
    <w:rsid w:val="00E777A7"/>
    <w:rsid w:val="00E81533"/>
    <w:rsid w:val="00E82A17"/>
    <w:rsid w:val="00E85988"/>
    <w:rsid w:val="00E85CC7"/>
    <w:rsid w:val="00E87A58"/>
    <w:rsid w:val="00E91C36"/>
    <w:rsid w:val="00E92084"/>
    <w:rsid w:val="00E93FB4"/>
    <w:rsid w:val="00E97287"/>
    <w:rsid w:val="00EA01CF"/>
    <w:rsid w:val="00EA4685"/>
    <w:rsid w:val="00EA709D"/>
    <w:rsid w:val="00EB0263"/>
    <w:rsid w:val="00EB1322"/>
    <w:rsid w:val="00EB3370"/>
    <w:rsid w:val="00EB625A"/>
    <w:rsid w:val="00EC2407"/>
    <w:rsid w:val="00EC2A82"/>
    <w:rsid w:val="00EC33C0"/>
    <w:rsid w:val="00EC48B4"/>
    <w:rsid w:val="00EC4AE6"/>
    <w:rsid w:val="00EC7832"/>
    <w:rsid w:val="00ED0611"/>
    <w:rsid w:val="00ED07FE"/>
    <w:rsid w:val="00ED0FA6"/>
    <w:rsid w:val="00ED1624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6CB8"/>
    <w:rsid w:val="00EF6E5B"/>
    <w:rsid w:val="00F00D95"/>
    <w:rsid w:val="00F01799"/>
    <w:rsid w:val="00F042BC"/>
    <w:rsid w:val="00F0477A"/>
    <w:rsid w:val="00F04DC2"/>
    <w:rsid w:val="00F0548D"/>
    <w:rsid w:val="00F05ED6"/>
    <w:rsid w:val="00F05FE0"/>
    <w:rsid w:val="00F07615"/>
    <w:rsid w:val="00F0793D"/>
    <w:rsid w:val="00F10C31"/>
    <w:rsid w:val="00F1120B"/>
    <w:rsid w:val="00F1635B"/>
    <w:rsid w:val="00F16D0B"/>
    <w:rsid w:val="00F2242A"/>
    <w:rsid w:val="00F233F8"/>
    <w:rsid w:val="00F23DAB"/>
    <w:rsid w:val="00F241A1"/>
    <w:rsid w:val="00F25012"/>
    <w:rsid w:val="00F32918"/>
    <w:rsid w:val="00F33544"/>
    <w:rsid w:val="00F34129"/>
    <w:rsid w:val="00F3559F"/>
    <w:rsid w:val="00F35FA0"/>
    <w:rsid w:val="00F36813"/>
    <w:rsid w:val="00F37401"/>
    <w:rsid w:val="00F3760C"/>
    <w:rsid w:val="00F42630"/>
    <w:rsid w:val="00F42D80"/>
    <w:rsid w:val="00F438BD"/>
    <w:rsid w:val="00F43D8C"/>
    <w:rsid w:val="00F445D9"/>
    <w:rsid w:val="00F44B94"/>
    <w:rsid w:val="00F51214"/>
    <w:rsid w:val="00F54EF8"/>
    <w:rsid w:val="00F5528A"/>
    <w:rsid w:val="00F570B5"/>
    <w:rsid w:val="00F60B37"/>
    <w:rsid w:val="00F617E2"/>
    <w:rsid w:val="00F62530"/>
    <w:rsid w:val="00F62799"/>
    <w:rsid w:val="00F633E0"/>
    <w:rsid w:val="00F64A04"/>
    <w:rsid w:val="00F64D1C"/>
    <w:rsid w:val="00F64E4C"/>
    <w:rsid w:val="00F6502C"/>
    <w:rsid w:val="00F666EE"/>
    <w:rsid w:val="00F72030"/>
    <w:rsid w:val="00F72921"/>
    <w:rsid w:val="00F72DD7"/>
    <w:rsid w:val="00F73AB3"/>
    <w:rsid w:val="00F73CA3"/>
    <w:rsid w:val="00F75286"/>
    <w:rsid w:val="00F764F9"/>
    <w:rsid w:val="00F770EB"/>
    <w:rsid w:val="00F77805"/>
    <w:rsid w:val="00F8259B"/>
    <w:rsid w:val="00F82DE4"/>
    <w:rsid w:val="00F834AD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1050"/>
    <w:rsid w:val="00FB2E05"/>
    <w:rsid w:val="00FB3F0C"/>
    <w:rsid w:val="00FC54CD"/>
    <w:rsid w:val="00FC67F2"/>
    <w:rsid w:val="00FC7D3C"/>
    <w:rsid w:val="00FD369B"/>
    <w:rsid w:val="00FD5BE2"/>
    <w:rsid w:val="00FD69D2"/>
    <w:rsid w:val="00FD6E74"/>
    <w:rsid w:val="00FE03F0"/>
    <w:rsid w:val="00FE1128"/>
    <w:rsid w:val="00FE2411"/>
    <w:rsid w:val="00FE243A"/>
    <w:rsid w:val="00FE51FF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A1DA1DA"/>
  <w15:docId w15:val="{E257F383-F912-4928-9D7F-932BE828B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D0F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D0F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0673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7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9CA7C-1F83-460B-B933-60FC04241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AED192ED.dotm</Template>
  <TotalTime>0</TotalTime>
  <Pages>2</Pages>
  <Words>360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4</cp:revision>
  <cp:lastPrinted>2017-07-20T15:00:00Z</cp:lastPrinted>
  <dcterms:created xsi:type="dcterms:W3CDTF">2018-04-05T08:06:00Z</dcterms:created>
  <dcterms:modified xsi:type="dcterms:W3CDTF">2018-05-07T09:39:00Z</dcterms:modified>
</cp:coreProperties>
</file>